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color w:val="auto"/>
          <w:kern w:val="0"/>
          <w:sz w:val="22"/>
          <w:szCs w:val="22"/>
        </w:rPr>
        <w:id w:val="1987207112"/>
        <w:docPartObj>
          <w:docPartGallery w:val="Cover Pages"/>
          <w:docPartUnique/>
        </w:docPartObj>
      </w:sdtPr>
      <w:sdtEndPr>
        <w:rPr>
          <w:b/>
          <w:color w:val="FFFFFF" w:themeColor="background1"/>
          <w:sz w:val="24"/>
          <w:szCs w:val="24"/>
        </w:rPr>
      </w:sdtEndPr>
      <w:sdtContent>
        <w:p w14:paraId="5E0AF53F" w14:textId="2BE3C7C0" w:rsidR="00B645E6" w:rsidRPr="004F5962" w:rsidRDefault="004F3560" w:rsidP="004F5962">
          <w:pPr>
            <w:pStyle w:val="CoverBulletsSquare"/>
            <w:framePr w:hSpace="0" w:wrap="auto" w:vAnchor="margin" w:xAlign="left" w:yAlign="inline"/>
            <w:numPr>
              <w:ilvl w:val="0"/>
              <w:numId w:val="0"/>
            </w:numPr>
            <w:spacing w:before="3200"/>
            <w:suppressOverlap w:val="0"/>
            <w:jc w:val="center"/>
            <w:rPr>
              <w:rStyle w:val="Heading1Char"/>
            </w:rPr>
          </w:pPr>
          <w:r w:rsidRPr="004F5962">
            <w:rPr>
              <w:rStyle w:val="Heading1Char"/>
            </w:rPr>
            <w:t>Instructions for Template</w:t>
          </w:r>
        </w:p>
        <w:p w14:paraId="158BF148" w14:textId="77777777" w:rsidR="004F5962" w:rsidRPr="00695918" w:rsidRDefault="004F5962" w:rsidP="004F5962">
          <w:pPr>
            <w:pStyle w:val="CoverBulletsSquare"/>
            <w:framePr w:hSpace="0" w:wrap="auto" w:vAnchor="margin" w:xAlign="left" w:yAlign="inline"/>
            <w:suppressOverlap w:val="0"/>
          </w:pPr>
          <w:r w:rsidRPr="00695918">
            <w:t xml:space="preserve">Replace placeholders, indicated by brackets </w:t>
          </w:r>
          <w:r w:rsidRPr="00695918">
            <w:rPr>
              <w:highlight w:val="yellow"/>
            </w:rPr>
            <w:t xml:space="preserve">[ ] </w:t>
          </w:r>
          <w:r w:rsidRPr="00695918">
            <w:t>with information specific to your exercise</w:t>
          </w:r>
        </w:p>
        <w:p w14:paraId="34B41426" w14:textId="77777777" w:rsidR="004F5962" w:rsidRPr="00695918" w:rsidRDefault="004F5962" w:rsidP="004F5962">
          <w:pPr>
            <w:pStyle w:val="CoverBulletsSquare"/>
            <w:framePr w:hSpace="0" w:wrap="auto" w:vAnchor="margin" w:xAlign="left" w:yAlign="inline"/>
            <w:suppressOverlap w:val="0"/>
          </w:pPr>
          <w:r w:rsidRPr="00695918">
            <w:t>Delete any sections that are not relevant for your exercise</w:t>
          </w:r>
        </w:p>
        <w:p w14:paraId="7B75CA19" w14:textId="77777777" w:rsidR="004F5962" w:rsidRPr="00695918" w:rsidRDefault="004F5962" w:rsidP="004F5962">
          <w:pPr>
            <w:pStyle w:val="CoverBulletsSquare"/>
            <w:framePr w:hSpace="0" w:wrap="auto" w:vAnchor="margin" w:xAlign="left" w:yAlign="inline"/>
            <w:suppressOverlap w:val="0"/>
          </w:pPr>
          <w:r w:rsidRPr="00695918">
            <w:t>Font size should not be smaller than 11pt</w:t>
          </w:r>
        </w:p>
        <w:p w14:paraId="169D73A5" w14:textId="4BDF2195" w:rsidR="00B645E6" w:rsidRPr="004F5962" w:rsidRDefault="004F5962" w:rsidP="004F5962">
          <w:pPr>
            <w:pStyle w:val="CoverBulletsSquare"/>
            <w:framePr w:hSpace="0" w:wrap="auto" w:vAnchor="margin" w:xAlign="left" w:yAlign="inline"/>
            <w:suppressOverlap w:val="0"/>
          </w:pPr>
          <w:r w:rsidRPr="00695918">
            <w:t xml:space="preserve">To change the photo/graphic/map, select the placeholder and select “Picture Format” tab on the top right-side. </w:t>
          </w:r>
          <w:r w:rsidR="000C110B">
            <w:t xml:space="preserve">Select </w:t>
          </w:r>
          <w:r w:rsidRPr="00695918">
            <w:t xml:space="preserve">the Print button </w:t>
          </w:r>
          <w:r w:rsidRPr="00695918">
            <w:rPr>
              <w:noProof/>
            </w:rPr>
            <w:drawing>
              <wp:inline distT="0" distB="0" distL="0" distR="0" wp14:anchorId="0461CA85" wp14:editId="36A302E5">
                <wp:extent cx="567690" cy="283845"/>
                <wp:effectExtent l="0" t="0" r="3810" b="1905"/>
                <wp:docPr id="2" name="Picture 2" descr="Print button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769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5918">
            <w:t xml:space="preserve"> and select from the file and location your new graphic.</w:t>
          </w:r>
        </w:p>
        <w:p w14:paraId="7FE5A22A" w14:textId="64660929" w:rsidR="00843E89" w:rsidRPr="00843E89" w:rsidRDefault="005D6E9E">
          <w:pPr>
            <w:rPr>
              <w:b/>
              <w:color w:val="FFFFFF" w:themeColor="background1"/>
              <w:sz w:val="24"/>
              <w:szCs w:val="24"/>
            </w:rPr>
          </w:pPr>
        </w:p>
      </w:sdtContent>
    </w:sdt>
    <w:tbl>
      <w:tblPr>
        <w:tblpPr w:leftFromText="180" w:rightFromText="180" w:vertAnchor="text" w:tblpX="-380" w:tblpY="1"/>
        <w:tblOverlap w:val="never"/>
        <w:tblW w:w="7282" w:type="pct"/>
        <w:tblCellSpacing w:w="7" w:type="dxa"/>
        <w:tblLayout w:type="fixed"/>
        <w:tblCellMar>
          <w:top w:w="14" w:type="dxa"/>
          <w:left w:w="288" w:type="dxa"/>
          <w:bottom w:w="14" w:type="dxa"/>
          <w:right w:w="288" w:type="dxa"/>
        </w:tblCellMar>
        <w:tblLook w:val="0600" w:firstRow="0" w:lastRow="0" w:firstColumn="0" w:lastColumn="0" w:noHBand="1" w:noVBand="1"/>
        <w:tblDescription w:val="Layout table"/>
      </w:tblPr>
      <w:tblGrid>
        <w:gridCol w:w="4775"/>
        <w:gridCol w:w="5576"/>
        <w:gridCol w:w="4769"/>
        <w:gridCol w:w="5852"/>
      </w:tblGrid>
      <w:tr w:rsidR="00FF1E4D" w:rsidRPr="005F0F31" w14:paraId="095ED339" w14:textId="77777777" w:rsidTr="00C200FB">
        <w:trPr>
          <w:trHeight w:val="11141"/>
          <w:tblCellSpacing w:w="7" w:type="dxa"/>
        </w:trPr>
        <w:tc>
          <w:tcPr>
            <w:tcW w:w="4754" w:type="dxa"/>
          </w:tcPr>
          <w:p w14:paraId="150D46EE" w14:textId="037881BD" w:rsidR="00FF1E4D" w:rsidRPr="004F3560" w:rsidRDefault="00FF1E4D" w:rsidP="004F3560">
            <w:pPr>
              <w:pStyle w:val="Heading2"/>
              <w:jc w:val="center"/>
              <w:rPr>
                <w:rFonts w:cs="Times New Roman (Body CS)"/>
                <w:caps/>
                <w:color w:val="005288" w:themeColor="text1"/>
              </w:rPr>
            </w:pPr>
            <w:bookmarkStart w:id="1" w:name="_Hlk514276837"/>
            <w:r w:rsidRPr="004F3560">
              <w:rPr>
                <w:rFonts w:cs="Times New Roman (Body CS)"/>
                <w:caps/>
                <w:color w:val="005288" w:themeColor="text1"/>
              </w:rPr>
              <w:lastRenderedPageBreak/>
              <w:t>Exercise Rules</w:t>
            </w:r>
            <w:bookmarkEnd w:id="1"/>
          </w:p>
          <w:p w14:paraId="3966DED2" w14:textId="5A562211" w:rsidR="00FF1E4D" w:rsidRPr="009C4428" w:rsidRDefault="00FF1E4D" w:rsidP="008B2E42">
            <w:pPr>
              <w:shd w:val="clear" w:color="auto" w:fill="FFFFFF" w:themeFill="background1"/>
              <w:rPr>
                <w:sz w:val="24"/>
              </w:rPr>
            </w:pPr>
            <w:r w:rsidRPr="001C3C74">
              <w:rPr>
                <w:highlight w:val="yellow"/>
              </w:rPr>
              <w:t>[</w:t>
            </w:r>
            <w:r w:rsidRPr="009C4428">
              <w:rPr>
                <w:sz w:val="24"/>
                <w:highlight w:val="yellow"/>
              </w:rPr>
              <w:t>Use this section for general rules that must be followed during conduct:]</w:t>
            </w:r>
          </w:p>
          <w:p w14:paraId="0611447C" w14:textId="1EDB11F8" w:rsidR="0006479D" w:rsidRDefault="0006479D" w:rsidP="00B645E6">
            <w:pPr>
              <w:pStyle w:val="Bullets"/>
            </w:pPr>
            <w:r>
              <w:t>In case of a real emergency, please indicate it with the phrase [“Real Emergency”]</w:t>
            </w:r>
          </w:p>
          <w:p w14:paraId="405B4C60" w14:textId="0DED5547" w:rsidR="0006479D" w:rsidRDefault="0006479D" w:rsidP="00B9045F">
            <w:pPr>
              <w:pStyle w:val="Bullets"/>
            </w:pPr>
            <w:r>
              <w:t>Real-world emergency actions take priority over exercise actions</w:t>
            </w:r>
          </w:p>
          <w:p w14:paraId="481D8514" w14:textId="77777777" w:rsidR="0006479D" w:rsidRPr="009C4428" w:rsidRDefault="0006479D" w:rsidP="0006479D">
            <w:pPr>
              <w:pStyle w:val="Bullets"/>
            </w:pPr>
            <w:r w:rsidRPr="009C4428">
              <w:t>Use your official ID and the vest that identifies your function at all times</w:t>
            </w:r>
          </w:p>
          <w:p w14:paraId="6DBAD2BF" w14:textId="77777777" w:rsidR="0006479D" w:rsidRPr="009C4428" w:rsidRDefault="0006479D" w:rsidP="0006479D">
            <w:pPr>
              <w:pStyle w:val="Bullets"/>
            </w:pPr>
            <w:r w:rsidRPr="009C4428">
              <w:t>You are responsible for carrying with you the office supplies that you understand are necessary to fulfill your function</w:t>
            </w:r>
          </w:p>
          <w:p w14:paraId="64ED412F" w14:textId="3261039F" w:rsidR="0006479D" w:rsidRDefault="0006479D" w:rsidP="00B9045F">
            <w:pPr>
              <w:pStyle w:val="Bullets"/>
            </w:pPr>
            <w:r>
              <w:t>Exercise players will comply with real-world emergency procedures, unless otherwise directed by the control staff</w:t>
            </w:r>
          </w:p>
          <w:p w14:paraId="4ED4C6EC" w14:textId="6A5BA5FF" w:rsidR="0006479D" w:rsidRDefault="0006479D" w:rsidP="00B9045F">
            <w:pPr>
              <w:pStyle w:val="Bullets"/>
            </w:pPr>
            <w:r>
              <w:t>All communications (including written, radio, telephone, and email) will begin and end with the statement [“This is an exercise.”]</w:t>
            </w:r>
          </w:p>
          <w:p w14:paraId="5114DE9D" w14:textId="65C9C0E1" w:rsidR="00FF1E4D" w:rsidRDefault="0006479D" w:rsidP="001111F1">
            <w:pPr>
              <w:pStyle w:val="Bullets"/>
            </w:pPr>
            <w:r>
              <w:t>Exercise players who place phone calls or initiate radio communications with the SIMCELL must identify the organization or individual with whom they wish to speak</w:t>
            </w:r>
          </w:p>
          <w:p w14:paraId="4AF525B5" w14:textId="77777777" w:rsidR="00245EC9" w:rsidRPr="004F3560" w:rsidRDefault="00245EC9" w:rsidP="004F3560">
            <w:pPr>
              <w:pStyle w:val="Heading2"/>
              <w:jc w:val="center"/>
              <w:rPr>
                <w:rFonts w:cs="Times New Roman (Body CS)"/>
                <w:caps/>
                <w:color w:val="005288" w:themeColor="text1"/>
              </w:rPr>
            </w:pPr>
            <w:r w:rsidRPr="004F3560">
              <w:rPr>
                <w:rFonts w:cs="Times New Roman (Body CS)"/>
                <w:caps/>
                <w:color w:val="005288" w:themeColor="text1"/>
              </w:rPr>
              <w:t>Safety</w:t>
            </w:r>
          </w:p>
          <w:p w14:paraId="39B470E3" w14:textId="77777777" w:rsidR="00245EC9" w:rsidRDefault="00245EC9" w:rsidP="00245EC9">
            <w:r w:rsidRPr="00A5184A">
              <w:rPr>
                <w:highlight w:val="yellow"/>
              </w:rPr>
              <w:t>[Safety Procedures]</w:t>
            </w:r>
            <w:r>
              <w:t>:</w:t>
            </w:r>
          </w:p>
          <w:p w14:paraId="148837F1" w14:textId="77777777" w:rsidR="00245EC9" w:rsidRDefault="00245EC9" w:rsidP="00245EC9">
            <w:r w:rsidRPr="00A5184A">
              <w:rPr>
                <w:highlight w:val="yellow"/>
              </w:rPr>
              <w:t>[Emergency Numbers]</w:t>
            </w:r>
            <w:r>
              <w:t>:</w:t>
            </w:r>
          </w:p>
          <w:p w14:paraId="3EC45D0D" w14:textId="5F4927C9" w:rsidR="00FE6D9C" w:rsidRDefault="00245EC9" w:rsidP="00245EC9">
            <w:r w:rsidRPr="00A5184A">
              <w:rPr>
                <w:highlight w:val="yellow"/>
              </w:rPr>
              <w:t>[Hospital Information]</w:t>
            </w:r>
            <w:r>
              <w:t>:</w:t>
            </w:r>
          </w:p>
          <w:p w14:paraId="4B8D2B71" w14:textId="01C875C1" w:rsidR="00FE6D9C" w:rsidRDefault="00FE6D9C" w:rsidP="00FE6D9C">
            <w:pPr>
              <w:pStyle w:val="Bullets"/>
              <w:numPr>
                <w:ilvl w:val="0"/>
                <w:numId w:val="0"/>
              </w:numPr>
              <w:ind w:left="243" w:hanging="200"/>
            </w:pPr>
          </w:p>
          <w:p w14:paraId="13BC30B8" w14:textId="5D48681E" w:rsidR="00FF1E4D" w:rsidRPr="00990E76" w:rsidRDefault="00FF1E4D" w:rsidP="00FE6D9C"/>
        </w:tc>
        <w:tc>
          <w:tcPr>
            <w:tcW w:w="5562" w:type="dxa"/>
          </w:tcPr>
          <w:p w14:paraId="35A5BB6A" w14:textId="4B5F9BAD" w:rsidR="00FF1E4D" w:rsidRPr="00554A90" w:rsidRDefault="00DA57C8" w:rsidP="008B2E42">
            <w:pPr>
              <w:pStyle w:val="Heading2"/>
              <w:jc w:val="center"/>
              <w:rPr>
                <w:rFonts w:cs="Times New Roman (Body CS)"/>
                <w:caps/>
                <w:color w:val="005288" w:themeColor="text1"/>
              </w:rPr>
            </w:pPr>
            <w:r w:rsidRPr="00554A90">
              <w:rPr>
                <w:rFonts w:cs="Times New Roman (Body CS)"/>
                <w:cap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3" behindDoc="1" locked="0" layoutInCell="1" allowOverlap="1" wp14:anchorId="434DBDBC" wp14:editId="55B822FD">
                      <wp:simplePos x="0" y="0"/>
                      <wp:positionH relativeFrom="column">
                        <wp:posOffset>3415665</wp:posOffset>
                      </wp:positionH>
                      <wp:positionV relativeFrom="paragraph">
                        <wp:posOffset>3425825</wp:posOffset>
                      </wp:positionV>
                      <wp:extent cx="3086100" cy="3726180"/>
                      <wp:effectExtent l="0" t="0" r="19050" b="26670"/>
                      <wp:wrapNone/>
                      <wp:docPr id="41" name="Rectangle 4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6100" cy="3726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855145" id="Rectangle 41" o:spid="_x0000_s1026" style="position:absolute;margin-left:268.95pt;margin-top:269.75pt;width:243pt;height:293.4pt;z-index:-2516469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" fillcolor="#005288 [3209]" strokecolor="#005288 [3213]" strokeweight="1.5pt"/>
                  </w:pict>
                </mc:Fallback>
              </mc:AlternateContent>
            </w:r>
            <w:r w:rsidR="00B212B5" w:rsidRPr="00554A90">
              <w:rPr>
                <w:rFonts w:cs="Times New Roman (Body CS)"/>
                <w:cap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2A208F" wp14:editId="20BAC115">
                      <wp:simplePos x="0" y="0"/>
                      <wp:positionH relativeFrom="column">
                        <wp:posOffset>144508</wp:posOffset>
                      </wp:positionH>
                      <wp:positionV relativeFrom="paragraph">
                        <wp:posOffset>360407</wp:posOffset>
                      </wp:positionV>
                      <wp:extent cx="2964815" cy="6505303"/>
                      <wp:effectExtent l="0" t="0" r="0" b="0"/>
                      <wp:wrapNone/>
                      <wp:docPr id="19" name="Text Placeholder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F6C55D3-CF7C-4649-9627-38CF240DDA83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64815" cy="6505303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4591" w:type="dxa"/>
                                    <w:tblInd w:w="-95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805"/>
                                    <w:gridCol w:w="2786"/>
                                  </w:tblGrid>
                                  <w:tr w:rsidR="00B212B5" w14:paraId="381DF7BE" w14:textId="77777777" w:rsidTr="0006479D">
                                    <w:trPr>
                                      <w:trHeight w:val="245"/>
                                    </w:trPr>
                                    <w:tc>
                                      <w:tcPr>
                                        <w:tcW w:w="1805" w:type="dxa"/>
                                        <w:shd w:val="clear" w:color="auto" w:fill="005288" w:themeFill="text1"/>
                                        <w:vAlign w:val="center"/>
                                      </w:tcPr>
                                      <w:p w14:paraId="2A26F8C8" w14:textId="77777777" w:rsidR="00FF1E4D" w:rsidRPr="00EE0E35" w:rsidRDefault="00FF1E4D" w:rsidP="00C16D0F">
                                        <w:pPr>
                                          <w:spacing w:before="120" w:after="120"/>
                                          <w:rPr>
                                            <w:b/>
                                            <w:color w:val="FFFFFF" w:themeColor="background1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EE0E35">
                                          <w:rPr>
                                            <w:b/>
                                            <w:color w:val="FFFFFF" w:themeColor="background1"/>
                                            <w:sz w:val="24"/>
                                            <w:szCs w:val="24"/>
                                          </w:rPr>
                                          <w:t>Position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  <w:shd w:val="clear" w:color="auto" w:fill="005288" w:themeFill="text1"/>
                                        <w:vAlign w:val="center"/>
                                      </w:tcPr>
                                      <w:p w14:paraId="3422DA50" w14:textId="178CFB53" w:rsidR="00FF1E4D" w:rsidRPr="00EE0E35" w:rsidRDefault="00FF1E4D" w:rsidP="00C16D0F">
                                        <w:pPr>
                                          <w:spacing w:before="120" w:after="120"/>
                                          <w:rPr>
                                            <w:b/>
                                            <w:color w:val="FFFFFF" w:themeColor="background1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EE0E35">
                                          <w:rPr>
                                            <w:b/>
                                            <w:color w:val="FFFFFF" w:themeColor="background1"/>
                                            <w:sz w:val="24"/>
                                            <w:szCs w:val="24"/>
                                          </w:rPr>
                                          <w:t xml:space="preserve">Name, </w:t>
                                        </w:r>
                                        <w:r>
                                          <w:rPr>
                                            <w:b/>
                                            <w:color w:val="FFFFFF" w:themeColor="background1"/>
                                            <w:sz w:val="24"/>
                                            <w:szCs w:val="24"/>
                                          </w:rPr>
                                          <w:t>E</w:t>
                                        </w:r>
                                        <w:r w:rsidRPr="00EE0E35">
                                          <w:rPr>
                                            <w:b/>
                                            <w:color w:val="FFFFFF" w:themeColor="background1"/>
                                            <w:sz w:val="24"/>
                                            <w:szCs w:val="24"/>
                                          </w:rPr>
                                          <w:t xml:space="preserve">mail, </w:t>
                                        </w:r>
                                        <w:r w:rsidR="00C16D0F">
                                          <w:rPr>
                                            <w:b/>
                                            <w:color w:val="FFFFFF" w:themeColor="background1"/>
                                            <w:sz w:val="24"/>
                                            <w:szCs w:val="24"/>
                                          </w:rPr>
                                          <w:t xml:space="preserve">&amp; </w:t>
                                        </w:r>
                                        <w:r w:rsidRPr="00EE0E35">
                                          <w:rPr>
                                            <w:b/>
                                            <w:color w:val="FFFFFF" w:themeColor="background1"/>
                                            <w:sz w:val="24"/>
                                            <w:szCs w:val="24"/>
                                          </w:rPr>
                                          <w:t>Phone</w:t>
                                        </w:r>
                                      </w:p>
                                    </w:tc>
                                  </w:tr>
                                  <w:tr w:rsidR="00B212B5" w:rsidRPr="0006479D" w14:paraId="1CD921AE" w14:textId="77777777" w:rsidTr="0006479D">
                                    <w:tc>
                                      <w:tcPr>
                                        <w:tcW w:w="1805" w:type="dxa"/>
                                      </w:tcPr>
                                      <w:p w14:paraId="70B61534" w14:textId="1E722735" w:rsidR="00FF1E4D" w:rsidRPr="0006479D" w:rsidRDefault="00907122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  <w:t>Safety Controller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</w:tcPr>
                                      <w:p w14:paraId="14585C49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2870B36F" w14:textId="77777777" w:rsidTr="0006479D">
                                    <w:tc>
                                      <w:tcPr>
                                        <w:tcW w:w="1805" w:type="dxa"/>
                                        <w:shd w:val="clear" w:color="auto" w:fill="E7E6E6" w:themeFill="background2"/>
                                      </w:tcPr>
                                      <w:p w14:paraId="50EDDCC9" w14:textId="7B468F70" w:rsidR="00FF1E4D" w:rsidRPr="0006479D" w:rsidRDefault="00907122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  <w:t xml:space="preserve">Venue </w:t>
                                        </w:r>
                                        <w:r w:rsidR="00FF1E4D"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  <w:t>Controller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  <w:shd w:val="clear" w:color="auto" w:fill="E7E6E6" w:themeFill="background2"/>
                                      </w:tcPr>
                                      <w:p w14:paraId="503BFD49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54A0EC99" w14:textId="77777777" w:rsidTr="0006479D">
                                    <w:tc>
                                      <w:tcPr>
                                        <w:tcW w:w="1805" w:type="dxa"/>
                                      </w:tcPr>
                                      <w:p w14:paraId="06A081F8" w14:textId="0FC0FC2A" w:rsidR="00FF1E4D" w:rsidRPr="0006479D" w:rsidRDefault="00907122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[(SimCell) Agency]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</w:tcPr>
                                      <w:p w14:paraId="56A6B5FF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2A700C63" w14:textId="77777777" w:rsidTr="0006479D">
                                    <w:tc>
                                      <w:tcPr>
                                        <w:tcW w:w="1805" w:type="dxa"/>
                                        <w:shd w:val="clear" w:color="auto" w:fill="E7E6E6" w:themeFill="background2"/>
                                      </w:tcPr>
                                      <w:p w14:paraId="3CA1982D" w14:textId="19EF13AC" w:rsidR="00FF1E4D" w:rsidRPr="0006479D" w:rsidRDefault="00907122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[(SimCell) Agency]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  <w:shd w:val="clear" w:color="auto" w:fill="E7E6E6" w:themeFill="background2"/>
                                      </w:tcPr>
                                      <w:p w14:paraId="1E57D416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31745513" w14:textId="77777777" w:rsidTr="0006479D">
                                    <w:trPr>
                                      <w:trHeight w:val="434"/>
                                    </w:trPr>
                                    <w:tc>
                                      <w:tcPr>
                                        <w:tcW w:w="1805" w:type="dxa"/>
                                      </w:tcPr>
                                      <w:p w14:paraId="2797F4E1" w14:textId="39124CB6" w:rsidR="00FF1E4D" w:rsidRPr="0006479D" w:rsidRDefault="00907122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[(SimCell) Agency]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</w:tcPr>
                                      <w:p w14:paraId="0B9A1716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77923157" w14:textId="77777777" w:rsidTr="0006479D">
                                    <w:tc>
                                      <w:tcPr>
                                        <w:tcW w:w="1805" w:type="dxa"/>
                                        <w:shd w:val="clear" w:color="auto" w:fill="E7E6E6" w:themeFill="background2"/>
                                      </w:tcPr>
                                      <w:p w14:paraId="56F08893" w14:textId="7328F40D" w:rsidR="00FF1E4D" w:rsidRPr="0006479D" w:rsidRDefault="00907122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[(SimCell) Agency]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  <w:shd w:val="clear" w:color="auto" w:fill="E7E6E6" w:themeFill="background2"/>
                                      </w:tcPr>
                                      <w:p w14:paraId="64B464F7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0C3632B8" w14:textId="77777777" w:rsidTr="0006479D">
                                    <w:tc>
                                      <w:tcPr>
                                        <w:tcW w:w="1805" w:type="dxa"/>
                                      </w:tcPr>
                                      <w:p w14:paraId="3E7BE019" w14:textId="75BAB0C5" w:rsidR="00FF1E4D" w:rsidRPr="0006479D" w:rsidRDefault="00907122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[Venue]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</w:tcPr>
                                      <w:p w14:paraId="315104E9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4F9D1669" w14:textId="77777777" w:rsidTr="0006479D">
                                    <w:tc>
                                      <w:tcPr>
                                        <w:tcW w:w="1805" w:type="dxa"/>
                                        <w:shd w:val="clear" w:color="auto" w:fill="E7E6E6" w:themeFill="background2"/>
                                      </w:tcPr>
                                      <w:p w14:paraId="164468AE" w14:textId="76DAEA37" w:rsidR="00FF1E4D" w:rsidRPr="0006479D" w:rsidRDefault="00907122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[Venue]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  <w:shd w:val="clear" w:color="auto" w:fill="E7E6E6" w:themeFill="background2"/>
                                      </w:tcPr>
                                      <w:p w14:paraId="597098A7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0E318077" w14:textId="77777777" w:rsidTr="0006479D">
                                    <w:tc>
                                      <w:tcPr>
                                        <w:tcW w:w="1805" w:type="dxa"/>
                                      </w:tcPr>
                                      <w:p w14:paraId="58718885" w14:textId="208BF246" w:rsidR="00FF1E4D" w:rsidRPr="0006479D" w:rsidRDefault="00907122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[Venue]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</w:tcPr>
                                      <w:p w14:paraId="168F3002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7359089D" w14:textId="77777777" w:rsidTr="0006479D">
                                    <w:tc>
                                      <w:tcPr>
                                        <w:tcW w:w="1805" w:type="dxa"/>
                                        <w:shd w:val="clear" w:color="auto" w:fill="E7E6E6" w:themeFill="background2"/>
                                      </w:tcPr>
                                      <w:p w14:paraId="1C1A1080" w14:textId="52ED94F1" w:rsidR="00FF1E4D" w:rsidRPr="0006479D" w:rsidRDefault="00907122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[Venue]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  <w:shd w:val="clear" w:color="auto" w:fill="E7E6E6" w:themeFill="background2"/>
                                      </w:tcPr>
                                      <w:p w14:paraId="2EF7CBFA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496C1ED7" w14:textId="77777777" w:rsidTr="0006479D">
                                    <w:tc>
                                      <w:tcPr>
                                        <w:tcW w:w="1805" w:type="dxa"/>
                                      </w:tcPr>
                                      <w:p w14:paraId="39AC6439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[Player]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</w:tcPr>
                                      <w:p w14:paraId="258DBBD8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696D513A" w14:textId="77777777" w:rsidTr="0006479D">
                                    <w:tc>
                                      <w:tcPr>
                                        <w:tcW w:w="1805" w:type="dxa"/>
                                        <w:shd w:val="clear" w:color="auto" w:fill="E7E6E6" w:themeFill="background2"/>
                                      </w:tcPr>
                                      <w:p w14:paraId="53E801FC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[Player]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  <w:shd w:val="clear" w:color="auto" w:fill="E7E6E6" w:themeFill="background2"/>
                                      </w:tcPr>
                                      <w:p w14:paraId="06A0FF43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43353D82" w14:textId="77777777" w:rsidTr="0006479D">
                                    <w:tc>
                                      <w:tcPr>
                                        <w:tcW w:w="1805" w:type="dxa"/>
                                      </w:tcPr>
                                      <w:p w14:paraId="21D21E80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[Player]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</w:tcPr>
                                      <w:p w14:paraId="14E8D4B7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2DE42CAE" w14:textId="77777777" w:rsidTr="0006479D">
                                    <w:tc>
                                      <w:tcPr>
                                        <w:tcW w:w="1805" w:type="dxa"/>
                                        <w:shd w:val="clear" w:color="auto" w:fill="E7E6E6" w:themeFill="background2"/>
                                      </w:tcPr>
                                      <w:p w14:paraId="6C857393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[Player]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  <w:shd w:val="clear" w:color="auto" w:fill="E7E6E6" w:themeFill="background2"/>
                                      </w:tcPr>
                                      <w:p w14:paraId="56AFB5F4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  <w:tr w:rsidR="00B212B5" w:rsidRPr="0006479D" w14:paraId="4CC0303F" w14:textId="77777777" w:rsidTr="0006479D">
                                    <w:tc>
                                      <w:tcPr>
                                        <w:tcW w:w="1805" w:type="dxa"/>
                                      </w:tcPr>
                                      <w:p w14:paraId="2592DD4A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 w:cs="Times New Roman (Body CS)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[Player]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86" w:type="dxa"/>
                                      </w:tcPr>
                                      <w:p w14:paraId="0E401DB4" w14:textId="77777777" w:rsidR="00FF1E4D" w:rsidRPr="0006479D" w:rsidRDefault="00FF1E4D" w:rsidP="00FE6D9C">
                                        <w:pPr>
                                          <w:spacing w:before="40" w:after="40" w:line="200" w:lineRule="exact"/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06479D">
                                          <w:rPr>
                                            <w:rFonts w:ascii="Franklin Gothic Medium Cond" w:hAnsi="Franklin Gothic Medium Cond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  <w:t>[insert]</w:t>
                                        </w:r>
                                      </w:p>
                                    </w:tc>
                                  </w:tr>
                                </w:tbl>
                                <w:p w14:paraId="0407C106" w14:textId="1700950B" w:rsidR="00FF1E4D" w:rsidRPr="0006479D" w:rsidRDefault="00FF1E4D" w:rsidP="00662170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tbl>
                                  <w:tblPr>
                                    <w:tblStyle w:val="TableGrid1"/>
                                    <w:tblW w:w="4526" w:type="dxa"/>
                                    <w:tblInd w:w="-5" w:type="dxa"/>
                                    <w:tblBorders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101"/>
                                    <w:gridCol w:w="2425"/>
                                  </w:tblGrid>
                                  <w:tr w:rsidR="004B052E" w:rsidRPr="004B052E" w14:paraId="3DC28151" w14:textId="77777777" w:rsidTr="00A15E21">
                                    <w:trPr>
                                      <w:trHeight w:val="62"/>
                                    </w:trPr>
                                    <w:tc>
                                      <w:tcPr>
                                        <w:tcW w:w="2101" w:type="dxa"/>
                                        <w:shd w:val="clear" w:color="auto" w:fill="005288"/>
                                      </w:tcPr>
                                      <w:p w14:paraId="26F58003" w14:textId="322E034D" w:rsidR="004B052E" w:rsidRPr="004B052E" w:rsidRDefault="004B052E" w:rsidP="004B052E">
                                        <w:pPr>
                                          <w:spacing w:before="60" w:after="60"/>
                                          <w:ind w:left="-75" w:right="-101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anklin Gothic Demi Cond" w:hAnsi="Franklin Gothic Demi Cond"/>
                                            <w:color w:val="FFFFFF" w:themeColor="background1"/>
                                            <w:spacing w:val="1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anklin Gothic Demi Cond" w:hAnsi="Franklin Gothic Demi Cond"/>
                                            <w:color w:val="FFFFFF" w:themeColor="background1"/>
                                            <w:spacing w:val="10"/>
                                            <w:sz w:val="24"/>
                                            <w:szCs w:val="24"/>
                                          </w:rPr>
                                          <w:t>EXERCISE</w:t>
                                        </w:r>
                                        <w:r>
                                          <w:rPr>
                                            <w:rFonts w:ascii="Franklin Gothic Demi Cond" w:hAnsi="Franklin Gothic Demi Cond"/>
                                            <w:color w:val="FFFFFF" w:themeColor="background1"/>
                                            <w:spacing w:val="10"/>
                                            <w:sz w:val="24"/>
                                            <w:szCs w:val="24"/>
                                          </w:rPr>
                                          <w:br/>
                                          <w:t>Group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5" w:type="dxa"/>
                                        <w:shd w:val="clear" w:color="auto" w:fill="005288"/>
                                      </w:tcPr>
                                      <w:p w14:paraId="333CC79C" w14:textId="00CE452C" w:rsidR="004B052E" w:rsidRPr="004B052E" w:rsidRDefault="004B052E" w:rsidP="004B052E">
                                        <w:pPr>
                                          <w:spacing w:before="60" w:after="60"/>
                                          <w:ind w:left="-105" w:right="-101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anklin Gothic Demi Cond" w:hAnsi="Franklin Gothic Demi Cond"/>
                                            <w:color w:val="FFFFFF" w:themeColor="background1"/>
                                            <w:spacing w:val="1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anklin Gothic Demi Cond" w:hAnsi="Franklin Gothic Demi Cond"/>
                                            <w:color w:val="FFFFFF" w:themeColor="background1"/>
                                            <w:spacing w:val="10"/>
                                            <w:sz w:val="24"/>
                                            <w:szCs w:val="24"/>
                                          </w:rPr>
                                          <w:t>IDENTIFICATION</w:t>
                                        </w:r>
                                        <w:r>
                                          <w:rPr>
                                            <w:rFonts w:ascii="Franklin Gothic Demi Cond" w:hAnsi="Franklin Gothic Demi Cond"/>
                                            <w:color w:val="FFFFFF" w:themeColor="background1"/>
                                            <w:spacing w:val="10"/>
                                            <w:sz w:val="24"/>
                                            <w:szCs w:val="24"/>
                                          </w:rPr>
                                          <w:br/>
                                          <w:t>Color</w:t>
                                        </w:r>
                                      </w:p>
                                    </w:tc>
                                  </w:tr>
                                  <w:tr w:rsidR="004B052E" w:rsidRPr="004B052E" w14:paraId="14D45943" w14:textId="77777777" w:rsidTr="00A15E21">
                                    <w:trPr>
                                      <w:trHeight w:val="337"/>
                                    </w:trPr>
                                    <w:tc>
                                      <w:tcPr>
                                        <w:tcW w:w="2101" w:type="dxa"/>
                                        <w:vAlign w:val="center"/>
                                      </w:tcPr>
                                      <w:p w14:paraId="168BE6FC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  <w:t>Director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5" w:type="dxa"/>
                                        <w:vAlign w:val="center"/>
                                      </w:tcPr>
                                      <w:p w14:paraId="10292099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  <w:highlight w:val="yellow"/>
                                          </w:rPr>
                                          <w:t>[White]</w:t>
                                        </w:r>
                                      </w:p>
                                    </w:tc>
                                  </w:tr>
                                  <w:tr w:rsidR="004B052E" w:rsidRPr="004B052E" w14:paraId="0DCC6A64" w14:textId="77777777" w:rsidTr="00A15E21">
                                    <w:trPr>
                                      <w:trHeight w:val="337"/>
                                    </w:trPr>
                                    <w:tc>
                                      <w:tcPr>
                                        <w:tcW w:w="2101" w:type="dxa"/>
                                        <w:shd w:val="clear" w:color="auto" w:fill="E7E6E6" w:themeFill="background2"/>
                                        <w:vAlign w:val="center"/>
                                      </w:tcPr>
                                      <w:p w14:paraId="3171245A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  <w:t>Controllers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5" w:type="dxa"/>
                                        <w:shd w:val="clear" w:color="auto" w:fill="E7E6E6" w:themeFill="background2"/>
                                        <w:vAlign w:val="center"/>
                                      </w:tcPr>
                                      <w:p w14:paraId="5C8C4F55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  <w:highlight w:val="yellow"/>
                                          </w:rPr>
                                          <w:t>[Blue]</w:t>
                                        </w:r>
                                      </w:p>
                                    </w:tc>
                                  </w:tr>
                                  <w:tr w:rsidR="004B052E" w:rsidRPr="004B052E" w14:paraId="356304AD" w14:textId="77777777" w:rsidTr="00A15E21">
                                    <w:trPr>
                                      <w:trHeight w:val="337"/>
                                    </w:trPr>
                                    <w:tc>
                                      <w:tcPr>
                                        <w:tcW w:w="2101" w:type="dxa"/>
                                        <w:vAlign w:val="center"/>
                                      </w:tcPr>
                                      <w:p w14:paraId="761A3120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  <w:t>Evaluators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5" w:type="dxa"/>
                                        <w:vAlign w:val="center"/>
                                      </w:tcPr>
                                      <w:p w14:paraId="65DB9EAB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  <w:highlight w:val="yellow"/>
                                          </w:rPr>
                                          <w:t>[Red]</w:t>
                                        </w:r>
                                      </w:p>
                                    </w:tc>
                                  </w:tr>
                                  <w:tr w:rsidR="004B052E" w:rsidRPr="004B052E" w14:paraId="0FE74EC3" w14:textId="77777777" w:rsidTr="00A15E21">
                                    <w:trPr>
                                      <w:trHeight w:val="337"/>
                                    </w:trPr>
                                    <w:tc>
                                      <w:tcPr>
                                        <w:tcW w:w="2101" w:type="dxa"/>
                                        <w:shd w:val="clear" w:color="auto" w:fill="E7E6E6" w:themeFill="background2"/>
                                        <w:vAlign w:val="center"/>
                                      </w:tcPr>
                                      <w:p w14:paraId="32B732AC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  <w:t>Actors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5" w:type="dxa"/>
                                        <w:shd w:val="clear" w:color="auto" w:fill="E7E6E6" w:themeFill="background2"/>
                                        <w:vAlign w:val="center"/>
                                      </w:tcPr>
                                      <w:p w14:paraId="391FB173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  <w:highlight w:val="yellow"/>
                                          </w:rPr>
                                          <w:t>[Black]</w:t>
                                        </w:r>
                                      </w:p>
                                    </w:tc>
                                  </w:tr>
                                  <w:tr w:rsidR="004B052E" w:rsidRPr="004B052E" w14:paraId="30F892F4" w14:textId="77777777" w:rsidTr="00A15E21">
                                    <w:trPr>
                                      <w:trHeight w:val="337"/>
                                    </w:trPr>
                                    <w:tc>
                                      <w:tcPr>
                                        <w:tcW w:w="2101" w:type="dxa"/>
                                        <w:vAlign w:val="center"/>
                                      </w:tcPr>
                                      <w:p w14:paraId="37C55B58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  <w:t>Support Staff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5" w:type="dxa"/>
                                        <w:vAlign w:val="center"/>
                                      </w:tcPr>
                                      <w:p w14:paraId="294E03E8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  <w:highlight w:val="yellow"/>
                                          </w:rPr>
                                          <w:t>[Gray]</w:t>
                                        </w:r>
                                      </w:p>
                                    </w:tc>
                                  </w:tr>
                                  <w:tr w:rsidR="004B052E" w:rsidRPr="004B052E" w14:paraId="752720BE" w14:textId="77777777" w:rsidTr="00A15E21">
                                    <w:trPr>
                                      <w:trHeight w:val="337"/>
                                    </w:trPr>
                                    <w:tc>
                                      <w:tcPr>
                                        <w:tcW w:w="2101" w:type="dxa"/>
                                        <w:shd w:val="clear" w:color="auto" w:fill="E7E6E6" w:themeFill="background2"/>
                                        <w:vAlign w:val="center"/>
                                      </w:tcPr>
                                      <w:p w14:paraId="4B2A72E8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  <w:t>Observer/VIP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5" w:type="dxa"/>
                                        <w:shd w:val="clear" w:color="auto" w:fill="E7E6E6" w:themeFill="background2"/>
                                        <w:vAlign w:val="center"/>
                                      </w:tcPr>
                                      <w:p w14:paraId="36870712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  <w:highlight w:val="yellow"/>
                                          </w:rPr>
                                          <w:t>[Orange]</w:t>
                                        </w:r>
                                      </w:p>
                                    </w:tc>
                                  </w:tr>
                                  <w:tr w:rsidR="004B052E" w:rsidRPr="004B052E" w14:paraId="176D81CA" w14:textId="77777777" w:rsidTr="00A15E21">
                                    <w:trPr>
                                      <w:trHeight w:val="337"/>
                                    </w:trPr>
                                    <w:tc>
                                      <w:tcPr>
                                        <w:tcW w:w="2101" w:type="dxa"/>
                                        <w:vAlign w:val="center"/>
                                      </w:tcPr>
                                      <w:p w14:paraId="792005BE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  <w:t>Media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5" w:type="dxa"/>
                                        <w:vAlign w:val="center"/>
                                      </w:tcPr>
                                      <w:p w14:paraId="5C893971" w14:textId="77777777" w:rsidR="004B052E" w:rsidRPr="004B052E" w:rsidRDefault="004B052E" w:rsidP="004B052E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/>
                                          <w:ind w:left="370" w:hanging="370"/>
                                          <w:suppressOverlap/>
                                          <w:jc w:val="center"/>
                                          <w:outlineLvl w:val="0"/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</w:rPr>
                                        </w:pPr>
                                        <w:r w:rsidRPr="004B052E">
                                          <w:rPr>
                                            <w:rFonts w:ascii="FrnkGothITC Bk BT Book" w:eastAsiaTheme="minorEastAsia" w:hAnsi="FrnkGothITC Bk BT Book" w:cs="Times New Roman (Body CS)"/>
                                            <w:noProof/>
                                            <w:kern w:val="24"/>
                                            <w:highlight w:val="yellow"/>
                                          </w:rPr>
                                          <w:t>[Purple]</w:t>
                                        </w:r>
                                      </w:p>
                                    </w:tc>
                                  </w:tr>
                                </w:tbl>
                                <w:p w14:paraId="0C627F92" w14:textId="77777777" w:rsidR="00FE6D9C" w:rsidRDefault="00FE6D9C" w:rsidP="0066217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vert="horz" wrap="square" lIns="91440" tIns="45720" rIns="91440" bIns="45720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2A20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Placeholder 2" o:spid="_x0000_s1026" type="#_x0000_t202" style="position:absolute;left:0;text-align:left;margin-left:11.4pt;margin-top:28.4pt;width:233.45pt;height:51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" filled="f" stroked="f">
                      <v:textbox>
                        <w:txbxContent>
                          <w:tbl>
                            <w:tblPr>
                              <w:tblStyle w:val="TableGrid"/>
                              <w:tblW w:w="4591" w:type="dxa"/>
                              <w:tblInd w:w="-9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05"/>
                              <w:gridCol w:w="2786"/>
                            </w:tblGrid>
                            <w:tr w:rsidR="00B212B5" w14:paraId="381DF7BE" w14:textId="77777777" w:rsidTr="0006479D">
                              <w:trPr>
                                <w:trHeight w:val="245"/>
                              </w:trPr>
                              <w:tc>
                                <w:tcPr>
                                  <w:tcW w:w="1805" w:type="dxa"/>
                                  <w:shd w:val="clear" w:color="auto" w:fill="005288" w:themeFill="text1"/>
                                  <w:vAlign w:val="center"/>
                                </w:tcPr>
                                <w:p w14:paraId="2A26F8C8" w14:textId="77777777" w:rsidR="00FF1E4D" w:rsidRPr="00EE0E35" w:rsidRDefault="00FF1E4D" w:rsidP="00C16D0F">
                                  <w:pPr>
                                    <w:spacing w:before="120" w:after="120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E0E35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Position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  <w:shd w:val="clear" w:color="auto" w:fill="005288" w:themeFill="text1"/>
                                  <w:vAlign w:val="center"/>
                                </w:tcPr>
                                <w:p w14:paraId="3422DA50" w14:textId="178CFB53" w:rsidR="00FF1E4D" w:rsidRPr="00EE0E35" w:rsidRDefault="00FF1E4D" w:rsidP="00C16D0F">
                                  <w:pPr>
                                    <w:spacing w:before="120" w:after="120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E0E35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Name, 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Pr="00EE0E35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mail, </w:t>
                                  </w:r>
                                  <w:r w:rsidR="00C16D0F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&amp; </w:t>
                                  </w:r>
                                  <w:r w:rsidRPr="00EE0E35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B212B5" w:rsidRPr="0006479D" w14:paraId="1CD921AE" w14:textId="77777777" w:rsidTr="0006479D">
                              <w:tc>
                                <w:tcPr>
                                  <w:tcW w:w="1805" w:type="dxa"/>
                                </w:tcPr>
                                <w:p w14:paraId="70B61534" w14:textId="1E722735" w:rsidR="00FF1E4D" w:rsidRPr="0006479D" w:rsidRDefault="00907122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  <w:t>Safety Controller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14585C49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2870B36F" w14:textId="77777777" w:rsidTr="0006479D">
                              <w:tc>
                                <w:tcPr>
                                  <w:tcW w:w="1805" w:type="dxa"/>
                                  <w:shd w:val="clear" w:color="auto" w:fill="E7E6E6" w:themeFill="background2"/>
                                </w:tcPr>
                                <w:p w14:paraId="50EDDCC9" w14:textId="7B468F70" w:rsidR="00FF1E4D" w:rsidRPr="0006479D" w:rsidRDefault="00907122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  <w:t xml:space="preserve">Venue </w:t>
                                  </w:r>
                                  <w:r w:rsidR="00FF1E4D"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  <w:t>Controller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  <w:shd w:val="clear" w:color="auto" w:fill="E7E6E6" w:themeFill="background2"/>
                                </w:tcPr>
                                <w:p w14:paraId="503BFD49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54A0EC99" w14:textId="77777777" w:rsidTr="0006479D">
                              <w:tc>
                                <w:tcPr>
                                  <w:tcW w:w="1805" w:type="dxa"/>
                                </w:tcPr>
                                <w:p w14:paraId="06A081F8" w14:textId="0FC0FC2A" w:rsidR="00FF1E4D" w:rsidRPr="0006479D" w:rsidRDefault="00907122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[(SimCell) Agency]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56A6B5FF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2A700C63" w14:textId="77777777" w:rsidTr="0006479D">
                              <w:tc>
                                <w:tcPr>
                                  <w:tcW w:w="1805" w:type="dxa"/>
                                  <w:shd w:val="clear" w:color="auto" w:fill="E7E6E6" w:themeFill="background2"/>
                                </w:tcPr>
                                <w:p w14:paraId="3CA1982D" w14:textId="19EF13AC" w:rsidR="00FF1E4D" w:rsidRPr="0006479D" w:rsidRDefault="00907122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[(SimCell) Agency]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  <w:shd w:val="clear" w:color="auto" w:fill="E7E6E6" w:themeFill="background2"/>
                                </w:tcPr>
                                <w:p w14:paraId="1E57D416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31745513" w14:textId="77777777" w:rsidTr="0006479D">
                              <w:trPr>
                                <w:trHeight w:val="434"/>
                              </w:trPr>
                              <w:tc>
                                <w:tcPr>
                                  <w:tcW w:w="1805" w:type="dxa"/>
                                </w:tcPr>
                                <w:p w14:paraId="2797F4E1" w14:textId="39124CB6" w:rsidR="00FF1E4D" w:rsidRPr="0006479D" w:rsidRDefault="00907122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[(SimCell) Agency]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0B9A1716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77923157" w14:textId="77777777" w:rsidTr="0006479D">
                              <w:tc>
                                <w:tcPr>
                                  <w:tcW w:w="1805" w:type="dxa"/>
                                  <w:shd w:val="clear" w:color="auto" w:fill="E7E6E6" w:themeFill="background2"/>
                                </w:tcPr>
                                <w:p w14:paraId="56F08893" w14:textId="7328F40D" w:rsidR="00FF1E4D" w:rsidRPr="0006479D" w:rsidRDefault="00907122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[(SimCell) Agency]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  <w:shd w:val="clear" w:color="auto" w:fill="E7E6E6" w:themeFill="background2"/>
                                </w:tcPr>
                                <w:p w14:paraId="64B464F7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0C3632B8" w14:textId="77777777" w:rsidTr="0006479D">
                              <w:tc>
                                <w:tcPr>
                                  <w:tcW w:w="1805" w:type="dxa"/>
                                </w:tcPr>
                                <w:p w14:paraId="3E7BE019" w14:textId="75BAB0C5" w:rsidR="00FF1E4D" w:rsidRPr="0006479D" w:rsidRDefault="00907122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[Venue]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315104E9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4F9D1669" w14:textId="77777777" w:rsidTr="0006479D">
                              <w:tc>
                                <w:tcPr>
                                  <w:tcW w:w="1805" w:type="dxa"/>
                                  <w:shd w:val="clear" w:color="auto" w:fill="E7E6E6" w:themeFill="background2"/>
                                </w:tcPr>
                                <w:p w14:paraId="164468AE" w14:textId="76DAEA37" w:rsidR="00FF1E4D" w:rsidRPr="0006479D" w:rsidRDefault="00907122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[Venue]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  <w:shd w:val="clear" w:color="auto" w:fill="E7E6E6" w:themeFill="background2"/>
                                </w:tcPr>
                                <w:p w14:paraId="597098A7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0E318077" w14:textId="77777777" w:rsidTr="0006479D">
                              <w:tc>
                                <w:tcPr>
                                  <w:tcW w:w="1805" w:type="dxa"/>
                                </w:tcPr>
                                <w:p w14:paraId="58718885" w14:textId="208BF246" w:rsidR="00FF1E4D" w:rsidRPr="0006479D" w:rsidRDefault="00907122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[Venue]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168F3002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7359089D" w14:textId="77777777" w:rsidTr="0006479D">
                              <w:tc>
                                <w:tcPr>
                                  <w:tcW w:w="1805" w:type="dxa"/>
                                  <w:shd w:val="clear" w:color="auto" w:fill="E7E6E6" w:themeFill="background2"/>
                                </w:tcPr>
                                <w:p w14:paraId="1C1A1080" w14:textId="52ED94F1" w:rsidR="00FF1E4D" w:rsidRPr="0006479D" w:rsidRDefault="00907122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[Venue]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  <w:shd w:val="clear" w:color="auto" w:fill="E7E6E6" w:themeFill="background2"/>
                                </w:tcPr>
                                <w:p w14:paraId="2EF7CBFA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496C1ED7" w14:textId="77777777" w:rsidTr="0006479D">
                              <w:tc>
                                <w:tcPr>
                                  <w:tcW w:w="1805" w:type="dxa"/>
                                </w:tcPr>
                                <w:p w14:paraId="39AC6439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[Player]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258DBBD8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696D513A" w14:textId="77777777" w:rsidTr="0006479D">
                              <w:tc>
                                <w:tcPr>
                                  <w:tcW w:w="1805" w:type="dxa"/>
                                  <w:shd w:val="clear" w:color="auto" w:fill="E7E6E6" w:themeFill="background2"/>
                                </w:tcPr>
                                <w:p w14:paraId="53E801FC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[Player]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  <w:shd w:val="clear" w:color="auto" w:fill="E7E6E6" w:themeFill="background2"/>
                                </w:tcPr>
                                <w:p w14:paraId="06A0FF43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43353D82" w14:textId="77777777" w:rsidTr="0006479D">
                              <w:tc>
                                <w:tcPr>
                                  <w:tcW w:w="1805" w:type="dxa"/>
                                </w:tcPr>
                                <w:p w14:paraId="21D21E80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[Player]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14E8D4B7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2DE42CAE" w14:textId="77777777" w:rsidTr="0006479D">
                              <w:tc>
                                <w:tcPr>
                                  <w:tcW w:w="1805" w:type="dxa"/>
                                  <w:shd w:val="clear" w:color="auto" w:fill="E7E6E6" w:themeFill="background2"/>
                                </w:tcPr>
                                <w:p w14:paraId="6C857393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[Player]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  <w:shd w:val="clear" w:color="auto" w:fill="E7E6E6" w:themeFill="background2"/>
                                </w:tcPr>
                                <w:p w14:paraId="56AFB5F4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  <w:tr w:rsidR="00B212B5" w:rsidRPr="0006479D" w14:paraId="4CC0303F" w14:textId="77777777" w:rsidTr="0006479D">
                              <w:tc>
                                <w:tcPr>
                                  <w:tcW w:w="1805" w:type="dxa"/>
                                </w:tcPr>
                                <w:p w14:paraId="2592DD4A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 w:cs="Times New Roman (Body CS)"/>
                                      <w:sz w:val="24"/>
                                      <w:szCs w:val="24"/>
                                      <w:highlight w:val="yellow"/>
                                    </w:rPr>
                                    <w:t>[Player]</w:t>
                                  </w:r>
                                </w:p>
                              </w:tc>
                              <w:tc>
                                <w:tcPr>
                                  <w:tcW w:w="2786" w:type="dxa"/>
                                </w:tcPr>
                                <w:p w14:paraId="0E401DB4" w14:textId="77777777" w:rsidR="00FF1E4D" w:rsidRPr="0006479D" w:rsidRDefault="00FF1E4D" w:rsidP="00FE6D9C">
                                  <w:pPr>
                                    <w:spacing w:before="40" w:after="40" w:line="200" w:lineRule="exact"/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</w:rPr>
                                  </w:pPr>
                                  <w:r w:rsidRPr="0006479D">
                                    <w:rPr>
                                      <w:rFonts w:ascii="Franklin Gothic Medium Cond" w:hAnsi="Franklin Gothic Medium Cond"/>
                                      <w:sz w:val="24"/>
                                      <w:szCs w:val="24"/>
                                      <w:highlight w:val="yellow"/>
                                    </w:rPr>
                                    <w:t>[insert]</w:t>
                                  </w:r>
                                </w:p>
                              </w:tc>
                            </w:tr>
                          </w:tbl>
                          <w:p w14:paraId="0407C106" w14:textId="1700950B" w:rsidR="00FF1E4D" w:rsidRPr="0006479D" w:rsidRDefault="00FF1E4D" w:rsidP="0066217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tbl>
                            <w:tblPr>
                              <w:tblStyle w:val="TableGrid1"/>
                              <w:tblW w:w="4526" w:type="dxa"/>
                              <w:tblInd w:w="-5" w:type="dxa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101"/>
                              <w:gridCol w:w="2425"/>
                            </w:tblGrid>
                            <w:tr w:rsidR="004B052E" w:rsidRPr="004B052E" w14:paraId="3DC28151" w14:textId="77777777" w:rsidTr="00A15E21">
                              <w:trPr>
                                <w:trHeight w:val="62"/>
                              </w:trPr>
                              <w:tc>
                                <w:tcPr>
                                  <w:tcW w:w="2101" w:type="dxa"/>
                                  <w:shd w:val="clear" w:color="auto" w:fill="005288"/>
                                </w:tcPr>
                                <w:p w14:paraId="26F58003" w14:textId="322E034D" w:rsidR="004B052E" w:rsidRPr="004B052E" w:rsidRDefault="004B052E" w:rsidP="004B052E">
                                  <w:pPr>
                                    <w:spacing w:before="60" w:after="60"/>
                                    <w:ind w:left="-75" w:right="-101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anklin Gothic Demi Cond" w:hAnsi="Franklin Gothic Demi Cond"/>
                                      <w:color w:val="FFFFFF" w:themeColor="background1"/>
                                      <w:spacing w:val="10"/>
                                      <w:sz w:val="24"/>
                                      <w:szCs w:val="24"/>
                                    </w:rPr>
                                  </w:pPr>
                                  <w:r w:rsidRPr="004B052E">
                                    <w:rPr>
                                      <w:rFonts w:ascii="Franklin Gothic Demi Cond" w:hAnsi="Franklin Gothic Demi Cond"/>
                                      <w:color w:val="FFFFFF" w:themeColor="background1"/>
                                      <w:spacing w:val="10"/>
                                      <w:sz w:val="24"/>
                                      <w:szCs w:val="24"/>
                                    </w:rPr>
                                    <w:t>EXERCISE</w:t>
                                  </w:r>
                                  <w:r>
                                    <w:rPr>
                                      <w:rFonts w:ascii="Franklin Gothic Demi Cond" w:hAnsi="Franklin Gothic Demi Cond"/>
                                      <w:color w:val="FFFFFF" w:themeColor="background1"/>
                                      <w:spacing w:val="10"/>
                                      <w:sz w:val="24"/>
                                      <w:szCs w:val="24"/>
                                    </w:rPr>
                                    <w:br/>
                                    <w:t>Group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shd w:val="clear" w:color="auto" w:fill="005288"/>
                                </w:tcPr>
                                <w:p w14:paraId="333CC79C" w14:textId="00CE452C" w:rsidR="004B052E" w:rsidRPr="004B052E" w:rsidRDefault="004B052E" w:rsidP="004B052E">
                                  <w:pPr>
                                    <w:spacing w:before="60" w:after="60"/>
                                    <w:ind w:left="-105" w:right="-101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anklin Gothic Demi Cond" w:hAnsi="Franklin Gothic Demi Cond"/>
                                      <w:color w:val="FFFFFF" w:themeColor="background1"/>
                                      <w:spacing w:val="10"/>
                                      <w:sz w:val="24"/>
                                      <w:szCs w:val="24"/>
                                    </w:rPr>
                                  </w:pPr>
                                  <w:r w:rsidRPr="004B052E">
                                    <w:rPr>
                                      <w:rFonts w:ascii="Franklin Gothic Demi Cond" w:hAnsi="Franklin Gothic Demi Cond"/>
                                      <w:color w:val="FFFFFF" w:themeColor="background1"/>
                                      <w:spacing w:val="10"/>
                                      <w:sz w:val="24"/>
                                      <w:szCs w:val="24"/>
                                    </w:rPr>
                                    <w:t>IDENTIFICATION</w:t>
                                  </w:r>
                                  <w:r>
                                    <w:rPr>
                                      <w:rFonts w:ascii="Franklin Gothic Demi Cond" w:hAnsi="Franklin Gothic Demi Cond"/>
                                      <w:color w:val="FFFFFF" w:themeColor="background1"/>
                                      <w:spacing w:val="10"/>
                                      <w:sz w:val="24"/>
                                      <w:szCs w:val="24"/>
                                    </w:rPr>
                                    <w:br/>
                                    <w:t>Color</w:t>
                                  </w:r>
                                </w:p>
                              </w:tc>
                            </w:tr>
                            <w:tr w:rsidR="004B052E" w:rsidRPr="004B052E" w14:paraId="14D45943" w14:textId="77777777" w:rsidTr="00A15E21">
                              <w:trPr>
                                <w:trHeight w:val="337"/>
                              </w:trPr>
                              <w:tc>
                                <w:tcPr>
                                  <w:tcW w:w="2101" w:type="dxa"/>
                                  <w:vAlign w:val="center"/>
                                </w:tcPr>
                                <w:p w14:paraId="168BE6FC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  <w:t>Director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vAlign w:val="center"/>
                                </w:tcPr>
                                <w:p w14:paraId="10292099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  <w:highlight w:val="yellow"/>
                                    </w:rPr>
                                    <w:t>[White]</w:t>
                                  </w:r>
                                </w:p>
                              </w:tc>
                            </w:tr>
                            <w:tr w:rsidR="004B052E" w:rsidRPr="004B052E" w14:paraId="0DCC6A64" w14:textId="77777777" w:rsidTr="00A15E21">
                              <w:trPr>
                                <w:trHeight w:val="337"/>
                              </w:trPr>
                              <w:tc>
                                <w:tcPr>
                                  <w:tcW w:w="2101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3171245A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  <w:t>Controllers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5C8C4F55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  <w:highlight w:val="yellow"/>
                                    </w:rPr>
                                    <w:t>[Blue]</w:t>
                                  </w:r>
                                </w:p>
                              </w:tc>
                            </w:tr>
                            <w:tr w:rsidR="004B052E" w:rsidRPr="004B052E" w14:paraId="356304AD" w14:textId="77777777" w:rsidTr="00A15E21">
                              <w:trPr>
                                <w:trHeight w:val="337"/>
                              </w:trPr>
                              <w:tc>
                                <w:tcPr>
                                  <w:tcW w:w="2101" w:type="dxa"/>
                                  <w:vAlign w:val="center"/>
                                </w:tcPr>
                                <w:p w14:paraId="761A3120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  <w:t>Evaluators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vAlign w:val="center"/>
                                </w:tcPr>
                                <w:p w14:paraId="65DB9EAB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  <w:highlight w:val="yellow"/>
                                    </w:rPr>
                                    <w:t>[Red]</w:t>
                                  </w:r>
                                </w:p>
                              </w:tc>
                            </w:tr>
                            <w:tr w:rsidR="004B052E" w:rsidRPr="004B052E" w14:paraId="0FE74EC3" w14:textId="77777777" w:rsidTr="00A15E21">
                              <w:trPr>
                                <w:trHeight w:val="337"/>
                              </w:trPr>
                              <w:tc>
                                <w:tcPr>
                                  <w:tcW w:w="2101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32B732AC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  <w:t>Actors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391FB173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  <w:highlight w:val="yellow"/>
                                    </w:rPr>
                                    <w:t>[Black]</w:t>
                                  </w:r>
                                </w:p>
                              </w:tc>
                            </w:tr>
                            <w:tr w:rsidR="004B052E" w:rsidRPr="004B052E" w14:paraId="30F892F4" w14:textId="77777777" w:rsidTr="00A15E21">
                              <w:trPr>
                                <w:trHeight w:val="337"/>
                              </w:trPr>
                              <w:tc>
                                <w:tcPr>
                                  <w:tcW w:w="2101" w:type="dxa"/>
                                  <w:vAlign w:val="center"/>
                                </w:tcPr>
                                <w:p w14:paraId="37C55B58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  <w:t>Support Staff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vAlign w:val="center"/>
                                </w:tcPr>
                                <w:p w14:paraId="294E03E8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  <w:highlight w:val="yellow"/>
                                    </w:rPr>
                                    <w:t>[Gray]</w:t>
                                  </w:r>
                                </w:p>
                              </w:tc>
                            </w:tr>
                            <w:tr w:rsidR="004B052E" w:rsidRPr="004B052E" w14:paraId="752720BE" w14:textId="77777777" w:rsidTr="00A15E21">
                              <w:trPr>
                                <w:trHeight w:val="337"/>
                              </w:trPr>
                              <w:tc>
                                <w:tcPr>
                                  <w:tcW w:w="2101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4B2A72E8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  <w:t>Observer/VIP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36870712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  <w:highlight w:val="yellow"/>
                                    </w:rPr>
                                    <w:t>[Orange]</w:t>
                                  </w:r>
                                </w:p>
                              </w:tc>
                            </w:tr>
                            <w:tr w:rsidR="004B052E" w:rsidRPr="004B052E" w14:paraId="176D81CA" w14:textId="77777777" w:rsidTr="00A15E21">
                              <w:trPr>
                                <w:trHeight w:val="337"/>
                              </w:trPr>
                              <w:tc>
                                <w:tcPr>
                                  <w:tcW w:w="2101" w:type="dxa"/>
                                  <w:vAlign w:val="center"/>
                                </w:tcPr>
                                <w:p w14:paraId="792005BE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  <w:t>Media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vAlign w:val="center"/>
                                </w:tcPr>
                                <w:p w14:paraId="5C893971" w14:textId="77777777" w:rsidR="004B052E" w:rsidRPr="004B052E" w:rsidRDefault="004B052E" w:rsidP="004B05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ind w:left="370" w:hanging="370"/>
                                    <w:suppressOverlap/>
                                    <w:jc w:val="center"/>
                                    <w:outlineLvl w:val="0"/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</w:rPr>
                                  </w:pPr>
                                  <w:r w:rsidRPr="004B052E">
                                    <w:rPr>
                                      <w:rFonts w:ascii="FrnkGothITC Bk BT Book" w:eastAsiaTheme="minorEastAsia" w:hAnsi="FrnkGothITC Bk BT Book" w:cs="Times New Roman (Body CS)"/>
                                      <w:noProof/>
                                      <w:kern w:val="24"/>
                                      <w:highlight w:val="yellow"/>
                                    </w:rPr>
                                    <w:t>[Purple]</w:t>
                                  </w:r>
                                </w:p>
                              </w:tc>
                            </w:tr>
                          </w:tbl>
                          <w:p w14:paraId="0C627F92" w14:textId="77777777" w:rsidR="00FE6D9C" w:rsidRDefault="00FE6D9C" w:rsidP="0066217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1E4D" w:rsidRPr="00554A90">
              <w:rPr>
                <w:rFonts w:cs="Times New Roman (Body CS)"/>
                <w:caps/>
                <w:color w:val="005288" w:themeColor="text1"/>
              </w:rPr>
              <w:t>Communications Plan</w:t>
            </w:r>
          </w:p>
        </w:tc>
        <w:tc>
          <w:tcPr>
            <w:tcW w:w="4755" w:type="dxa"/>
          </w:tcPr>
          <w:p w14:paraId="3213B0AB" w14:textId="2F6D36B9" w:rsidR="00FF1E4D" w:rsidRDefault="00FF1E4D" w:rsidP="00C200FB">
            <w:pPr>
              <w:pStyle w:val="Heading2"/>
              <w:jc w:val="center"/>
              <w:rPr>
                <w:color w:val="005288" w:themeColor="text1"/>
                <w:sz w:val="52"/>
              </w:rPr>
            </w:pPr>
            <w:r w:rsidRPr="008240CE">
              <w:rPr>
                <w:color w:val="005288" w:themeColor="text1"/>
                <w:sz w:val="52"/>
                <w:highlight w:val="yellow"/>
              </w:rPr>
              <w:t>[Exercise Name]</w:t>
            </w:r>
          </w:p>
          <w:p w14:paraId="56B528FD" w14:textId="3E12B8C0" w:rsidR="00FF1E4D" w:rsidRPr="00FE6D9C" w:rsidRDefault="00FF1E4D" w:rsidP="00FE6D9C">
            <w:pPr>
              <w:pStyle w:val="Heading2"/>
              <w:jc w:val="center"/>
              <w:rPr>
                <w:color w:val="005288" w:themeColor="text1"/>
                <w:sz w:val="44"/>
                <w:highlight w:val="yellow"/>
              </w:rPr>
            </w:pPr>
            <w:r w:rsidRPr="008240CE">
              <w:rPr>
                <w:color w:val="005288" w:themeColor="text1"/>
                <w:sz w:val="44"/>
                <w:highlight w:val="yellow"/>
              </w:rPr>
              <w:t>[Date]</w:t>
            </w:r>
          </w:p>
          <w:p w14:paraId="5A31926F" w14:textId="450B1B6E" w:rsidR="00C200FB" w:rsidRDefault="0006479D" w:rsidP="009C6F50">
            <w:pPr>
              <w:ind w:left="145" w:right="-108"/>
              <w:rPr>
                <w:rFonts w:asciiTheme="majorHAnsi" w:hAnsiTheme="majorHAnsi"/>
                <w:b/>
                <w:color w:val="005288" w:themeColor="text1"/>
                <w:spacing w:val="10"/>
                <w:sz w:val="52"/>
              </w:rPr>
            </w:pPr>
            <w:r>
              <w:rPr>
                <w:noProof/>
                <w:color w:val="005288" w:themeColor="text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BE9D9FA" wp14:editId="35285D46">
                      <wp:simplePos x="0" y="0"/>
                      <wp:positionH relativeFrom="column">
                        <wp:posOffset>202565</wp:posOffset>
                      </wp:positionH>
                      <wp:positionV relativeFrom="paragraph">
                        <wp:posOffset>14605</wp:posOffset>
                      </wp:positionV>
                      <wp:extent cx="2407920" cy="1882140"/>
                      <wp:effectExtent l="0" t="0" r="11430" b="2286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7920" cy="18821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024032CE" w14:textId="33AE7B6D" w:rsidR="00722DFC" w:rsidRDefault="00907122">
                                  <w:r>
                                    <w:t>Placeholder for Agency/Exercise 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9D9FA" id="Text Box 3" o:spid="_x0000_s1027" type="#_x0000_t202" style="position:absolute;left:0;text-align:left;margin-left:15.95pt;margin-top:1.15pt;width:189.6pt;height:14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" fillcolor="white [3201]" strokeweight=".5pt">
                      <v:stroke dashstyle="dash"/>
                      <v:textbox>
                        <w:txbxContent>
                          <w:p w14:paraId="024032CE" w14:textId="33AE7B6D" w:rsidR="00722DFC" w:rsidRDefault="00907122">
                            <w:r>
                              <w:t>Placeholder for Agency/Exercise logo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D0800C" w14:textId="2DA599D4" w:rsidR="00FE6D9C" w:rsidRDefault="00FE6D9C" w:rsidP="00C200FB">
            <w:pPr>
              <w:pStyle w:val="Heading2"/>
              <w:ind w:left="240" w:hanging="270"/>
              <w:jc w:val="center"/>
              <w:rPr>
                <w:rFonts w:cs="Times New Roman (Body CS)"/>
                <w:caps/>
                <w:color w:val="005288" w:themeColor="text1"/>
              </w:rPr>
            </w:pPr>
          </w:p>
          <w:p w14:paraId="482259FB" w14:textId="77777777" w:rsidR="00FE6D9C" w:rsidRDefault="00FE6D9C" w:rsidP="00C200FB">
            <w:pPr>
              <w:pStyle w:val="Heading2"/>
              <w:ind w:left="240" w:hanging="270"/>
              <w:jc w:val="center"/>
              <w:rPr>
                <w:rFonts w:cs="Times New Roman (Body CS)"/>
                <w:caps/>
                <w:color w:val="005288" w:themeColor="text1"/>
              </w:rPr>
            </w:pPr>
          </w:p>
          <w:p w14:paraId="629C929D" w14:textId="77777777" w:rsidR="00FE6D9C" w:rsidRDefault="00FE6D9C" w:rsidP="00C200FB">
            <w:pPr>
              <w:pStyle w:val="Heading2"/>
              <w:ind w:left="240" w:hanging="270"/>
              <w:jc w:val="center"/>
              <w:rPr>
                <w:rFonts w:cs="Times New Roman (Body CS)"/>
                <w:caps/>
                <w:color w:val="005288" w:themeColor="text1"/>
              </w:rPr>
            </w:pPr>
          </w:p>
          <w:p w14:paraId="528E6BD4" w14:textId="77777777" w:rsidR="00FE6D9C" w:rsidRDefault="00FE6D9C" w:rsidP="00C200FB">
            <w:pPr>
              <w:pStyle w:val="Heading2"/>
              <w:ind w:left="240" w:hanging="270"/>
              <w:jc w:val="center"/>
              <w:rPr>
                <w:rFonts w:cs="Times New Roman (Body CS)"/>
                <w:caps/>
                <w:color w:val="005288" w:themeColor="text1"/>
              </w:rPr>
            </w:pPr>
          </w:p>
          <w:p w14:paraId="65E46983" w14:textId="77777777" w:rsidR="00FE6D9C" w:rsidRDefault="00FE6D9C" w:rsidP="00C200FB">
            <w:pPr>
              <w:pStyle w:val="Heading2"/>
              <w:ind w:left="240" w:hanging="270"/>
              <w:jc w:val="center"/>
              <w:rPr>
                <w:rFonts w:cs="Times New Roman (Body CS)"/>
                <w:caps/>
                <w:color w:val="005288" w:themeColor="text1"/>
              </w:rPr>
            </w:pPr>
          </w:p>
          <w:p w14:paraId="453D5D23" w14:textId="77777777" w:rsidR="00FE6D9C" w:rsidRDefault="00FE6D9C" w:rsidP="00C200FB">
            <w:pPr>
              <w:pStyle w:val="Heading2"/>
              <w:ind w:left="240" w:hanging="270"/>
              <w:jc w:val="center"/>
              <w:rPr>
                <w:rFonts w:cs="Times New Roman (Body CS)"/>
                <w:caps/>
                <w:color w:val="005288" w:themeColor="text1"/>
              </w:rPr>
            </w:pPr>
          </w:p>
          <w:p w14:paraId="2649FB73" w14:textId="5E2AD63D" w:rsidR="00FF1E4D" w:rsidRPr="0006479D" w:rsidRDefault="00FF1E4D" w:rsidP="00FE6D9C">
            <w:pPr>
              <w:pStyle w:val="Heading2"/>
              <w:jc w:val="center"/>
              <w:rPr>
                <w:rFonts w:cs="Times New Roman (Body CS)"/>
                <w:caps/>
              </w:rPr>
            </w:pPr>
            <w:r w:rsidRPr="0006479D">
              <w:rPr>
                <w:rFonts w:cs="Times New Roman (Body CS)"/>
                <w:caps/>
              </w:rPr>
              <w:t>Exercise Schedule</w:t>
            </w:r>
          </w:p>
          <w:tbl>
            <w:tblPr>
              <w:tblStyle w:val="TableGrid"/>
              <w:tblW w:w="4674" w:type="dxa"/>
              <w:tblLayout w:type="fixed"/>
              <w:tblLook w:val="04A0" w:firstRow="1" w:lastRow="0" w:firstColumn="1" w:lastColumn="0" w:noHBand="0" w:noVBand="1"/>
            </w:tblPr>
            <w:tblGrid>
              <w:gridCol w:w="1466"/>
              <w:gridCol w:w="3208"/>
            </w:tblGrid>
            <w:tr w:rsidR="00FE6D9C" w:rsidRPr="00FE6D9C" w14:paraId="5A72F5A1" w14:textId="77777777" w:rsidTr="0006479D">
              <w:trPr>
                <w:trHeight w:val="350"/>
              </w:trPr>
              <w:tc>
                <w:tcPr>
                  <w:tcW w:w="1466" w:type="dxa"/>
                  <w:shd w:val="clear" w:color="auto" w:fill="E7E6E6" w:themeFill="background2"/>
                </w:tcPr>
                <w:p w14:paraId="785F40C5" w14:textId="3126247B" w:rsidR="009C6F50" w:rsidRPr="00FE6D9C" w:rsidRDefault="0006479D" w:rsidP="002E47FE">
                  <w:pPr>
                    <w:framePr w:hSpace="180" w:wrap="around" w:vAnchor="text" w:hAnchor="text" w:x="-380" w:y="1"/>
                    <w:spacing w:after="0"/>
                    <w:ind w:left="-319" w:right="571" w:firstLine="319"/>
                    <w:suppressOverlap/>
                    <w:rPr>
                      <w:b/>
                      <w:bCs/>
                      <w:color w:val="171717" w:themeColor="background2" w:themeShade="1A"/>
                    </w:rPr>
                  </w:pPr>
                  <w:r w:rsidRPr="0006479D"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  <w:t>[</w:t>
                  </w:r>
                  <w:r w:rsidR="009C6F50" w:rsidRPr="0006479D"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  <w:t>Time</w:t>
                  </w:r>
                  <w:r w:rsidRPr="0006479D"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  <w:t>]</w:t>
                  </w:r>
                </w:p>
              </w:tc>
              <w:tc>
                <w:tcPr>
                  <w:tcW w:w="3208" w:type="dxa"/>
                  <w:shd w:val="clear" w:color="auto" w:fill="E7E6E6" w:themeFill="background2"/>
                </w:tcPr>
                <w:p w14:paraId="7944AB77" w14:textId="3B351433" w:rsidR="009C6F50" w:rsidRPr="0006479D" w:rsidRDefault="009C6F50" w:rsidP="002E47FE">
                  <w:pPr>
                    <w:framePr w:hSpace="180" w:wrap="around" w:vAnchor="text" w:hAnchor="text" w:x="-380" w:y="1"/>
                    <w:spacing w:after="0"/>
                    <w:ind w:left="-198" w:firstLine="198"/>
                    <w:suppressOverlap/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</w:pP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highlight w:val="yellow"/>
                    </w:rPr>
                    <w:t>[Comms Check]</w:t>
                  </w:r>
                </w:p>
              </w:tc>
            </w:tr>
            <w:tr w:rsidR="00FE6D9C" w:rsidRPr="00FE6D9C" w14:paraId="37EB26E7" w14:textId="77777777" w:rsidTr="0006479D">
              <w:trPr>
                <w:trHeight w:val="357"/>
              </w:trPr>
              <w:tc>
                <w:tcPr>
                  <w:tcW w:w="1466" w:type="dxa"/>
                  <w:shd w:val="clear" w:color="auto" w:fill="E7E6E6" w:themeFill="background2"/>
                </w:tcPr>
                <w:p w14:paraId="07461601" w14:textId="6C05430B" w:rsidR="00B212B5" w:rsidRPr="00FE6D9C" w:rsidRDefault="0006479D" w:rsidP="002E47FE">
                  <w:pPr>
                    <w:framePr w:hSpace="180" w:wrap="around" w:vAnchor="text" w:hAnchor="text" w:x="-380" w:y="1"/>
                    <w:spacing w:after="0"/>
                    <w:ind w:left="-319" w:right="571" w:firstLine="319"/>
                    <w:suppressOverlap/>
                    <w:rPr>
                      <w:b/>
                      <w:bCs/>
                      <w:color w:val="171717" w:themeColor="background2" w:themeShade="1A"/>
                    </w:rPr>
                  </w:pPr>
                  <w:r w:rsidRPr="0006479D"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  <w:t>[Time]</w:t>
                  </w:r>
                </w:p>
              </w:tc>
              <w:tc>
                <w:tcPr>
                  <w:tcW w:w="3208" w:type="dxa"/>
                  <w:shd w:val="clear" w:color="auto" w:fill="E7E6E6" w:themeFill="background2"/>
                </w:tcPr>
                <w:p w14:paraId="26C6E926" w14:textId="1B1057FD" w:rsidR="00B212B5" w:rsidRPr="0006479D" w:rsidRDefault="00B212B5" w:rsidP="002E47FE">
                  <w:pPr>
                    <w:framePr w:hSpace="180" w:wrap="around" w:vAnchor="text" w:hAnchor="text" w:x="-380" w:y="1"/>
                    <w:spacing w:after="0"/>
                    <w:ind w:left="-198" w:firstLine="198"/>
                    <w:suppressOverlap/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</w:pP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sz w:val="20"/>
                      <w:szCs w:val="20"/>
                      <w:highlight w:val="yellow"/>
                    </w:rPr>
                    <w:t>[</w:t>
                  </w: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highlight w:val="yellow"/>
                    </w:rPr>
                    <w:t>Activity]</w:t>
                  </w:r>
                </w:p>
              </w:tc>
            </w:tr>
            <w:tr w:rsidR="00FE6D9C" w:rsidRPr="00FE6D9C" w14:paraId="53045C76" w14:textId="77777777" w:rsidTr="0006479D">
              <w:trPr>
                <w:trHeight w:val="357"/>
              </w:trPr>
              <w:tc>
                <w:tcPr>
                  <w:tcW w:w="1466" w:type="dxa"/>
                  <w:shd w:val="clear" w:color="auto" w:fill="E7E6E6" w:themeFill="background2"/>
                </w:tcPr>
                <w:p w14:paraId="53404C6D" w14:textId="499B16C2" w:rsidR="00B212B5" w:rsidRPr="00FE6D9C" w:rsidRDefault="0006479D" w:rsidP="002E47FE">
                  <w:pPr>
                    <w:framePr w:hSpace="180" w:wrap="around" w:vAnchor="text" w:hAnchor="text" w:x="-380" w:y="1"/>
                    <w:spacing w:after="0"/>
                    <w:ind w:left="-319" w:right="571" w:firstLine="319"/>
                    <w:suppressOverlap/>
                    <w:rPr>
                      <w:b/>
                      <w:bCs/>
                      <w:color w:val="171717" w:themeColor="background2" w:themeShade="1A"/>
                    </w:rPr>
                  </w:pPr>
                  <w:r w:rsidRPr="0006479D"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  <w:t>[Time]</w:t>
                  </w:r>
                </w:p>
              </w:tc>
              <w:tc>
                <w:tcPr>
                  <w:tcW w:w="3208" w:type="dxa"/>
                  <w:shd w:val="clear" w:color="auto" w:fill="E7E6E6" w:themeFill="background2"/>
                </w:tcPr>
                <w:p w14:paraId="64C0C9A3" w14:textId="58E5A181" w:rsidR="00B212B5" w:rsidRPr="0006479D" w:rsidRDefault="00B212B5" w:rsidP="002E47FE">
                  <w:pPr>
                    <w:framePr w:hSpace="180" w:wrap="around" w:vAnchor="text" w:hAnchor="text" w:x="-380" w:y="1"/>
                    <w:spacing w:after="0"/>
                    <w:ind w:left="-198" w:firstLine="198"/>
                    <w:suppressOverlap/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</w:pP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highlight w:val="yellow"/>
                    </w:rPr>
                    <w:t>[Activity]</w:t>
                  </w:r>
                </w:p>
              </w:tc>
            </w:tr>
            <w:tr w:rsidR="00FE6D9C" w:rsidRPr="00FE6D9C" w14:paraId="7A804447" w14:textId="77777777" w:rsidTr="0006479D">
              <w:trPr>
                <w:trHeight w:val="357"/>
              </w:trPr>
              <w:tc>
                <w:tcPr>
                  <w:tcW w:w="1466" w:type="dxa"/>
                  <w:shd w:val="clear" w:color="auto" w:fill="E7E6E6" w:themeFill="background2"/>
                </w:tcPr>
                <w:p w14:paraId="695C0A6F" w14:textId="653024AD" w:rsidR="00B212B5" w:rsidRPr="00FE6D9C" w:rsidRDefault="0006479D" w:rsidP="002E47FE">
                  <w:pPr>
                    <w:framePr w:hSpace="180" w:wrap="around" w:vAnchor="text" w:hAnchor="text" w:x="-380" w:y="1"/>
                    <w:spacing w:after="0"/>
                    <w:ind w:left="-319" w:right="571" w:firstLine="319"/>
                    <w:suppressOverlap/>
                    <w:rPr>
                      <w:b/>
                      <w:bCs/>
                      <w:color w:val="171717" w:themeColor="background2" w:themeShade="1A"/>
                    </w:rPr>
                  </w:pPr>
                  <w:r w:rsidRPr="0006479D"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  <w:t>[Time]</w:t>
                  </w:r>
                </w:p>
              </w:tc>
              <w:tc>
                <w:tcPr>
                  <w:tcW w:w="3208" w:type="dxa"/>
                  <w:shd w:val="clear" w:color="auto" w:fill="E7E6E6" w:themeFill="background2"/>
                </w:tcPr>
                <w:p w14:paraId="0B092FED" w14:textId="10013F96" w:rsidR="00B212B5" w:rsidRPr="0006479D" w:rsidRDefault="00B212B5" w:rsidP="002E47FE">
                  <w:pPr>
                    <w:framePr w:hSpace="180" w:wrap="around" w:vAnchor="text" w:hAnchor="text" w:x="-380" w:y="1"/>
                    <w:spacing w:after="0"/>
                    <w:ind w:left="-198" w:firstLine="198"/>
                    <w:suppressOverlap/>
                    <w:rPr>
                      <w:rFonts w:eastAsia="Times New Roman" w:cs="Times New Roman"/>
                      <w:b/>
                      <w:bCs/>
                      <w:color w:val="171717" w:themeColor="background2" w:themeShade="1A"/>
                      <w:highlight w:val="yellow"/>
                    </w:rPr>
                  </w:pP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highlight w:val="yellow"/>
                    </w:rPr>
                    <w:t>[C/E Check-in]</w:t>
                  </w:r>
                </w:p>
              </w:tc>
            </w:tr>
            <w:tr w:rsidR="00FE6D9C" w:rsidRPr="00FE6D9C" w14:paraId="3B15F72E" w14:textId="77777777" w:rsidTr="0006479D">
              <w:trPr>
                <w:trHeight w:val="357"/>
              </w:trPr>
              <w:tc>
                <w:tcPr>
                  <w:tcW w:w="1466" w:type="dxa"/>
                  <w:shd w:val="clear" w:color="auto" w:fill="E7E6E6" w:themeFill="background2"/>
                </w:tcPr>
                <w:p w14:paraId="25C845F1" w14:textId="148B31E5" w:rsidR="00B212B5" w:rsidRPr="00FE6D9C" w:rsidRDefault="0006479D" w:rsidP="002E47FE">
                  <w:pPr>
                    <w:framePr w:hSpace="180" w:wrap="around" w:vAnchor="text" w:hAnchor="text" w:x="-380" w:y="1"/>
                    <w:spacing w:after="0"/>
                    <w:ind w:left="-319" w:right="571" w:firstLine="319"/>
                    <w:suppressOverlap/>
                    <w:rPr>
                      <w:b/>
                      <w:bCs/>
                      <w:color w:val="171717" w:themeColor="background2" w:themeShade="1A"/>
                    </w:rPr>
                  </w:pPr>
                  <w:r w:rsidRPr="0006479D"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  <w:t>[Time]</w:t>
                  </w:r>
                </w:p>
              </w:tc>
              <w:tc>
                <w:tcPr>
                  <w:tcW w:w="3208" w:type="dxa"/>
                  <w:shd w:val="clear" w:color="auto" w:fill="E7E6E6" w:themeFill="background2"/>
                </w:tcPr>
                <w:p w14:paraId="0F2FE2A1" w14:textId="57859007" w:rsidR="00B212B5" w:rsidRPr="0006479D" w:rsidRDefault="00B212B5" w:rsidP="002E47FE">
                  <w:pPr>
                    <w:framePr w:hSpace="180" w:wrap="around" w:vAnchor="text" w:hAnchor="text" w:x="-380" w:y="1"/>
                    <w:spacing w:after="0"/>
                    <w:ind w:left="-198" w:firstLine="198"/>
                    <w:suppressOverlap/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</w:pP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sz w:val="20"/>
                      <w:szCs w:val="20"/>
                      <w:highlight w:val="yellow"/>
                    </w:rPr>
                    <w:t>[</w:t>
                  </w: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highlight w:val="yellow"/>
                    </w:rPr>
                    <w:t>Activity]</w:t>
                  </w:r>
                </w:p>
              </w:tc>
            </w:tr>
            <w:tr w:rsidR="00FE6D9C" w:rsidRPr="00FE6D9C" w14:paraId="6BC3625D" w14:textId="77777777" w:rsidTr="0006479D">
              <w:trPr>
                <w:trHeight w:val="357"/>
              </w:trPr>
              <w:tc>
                <w:tcPr>
                  <w:tcW w:w="1466" w:type="dxa"/>
                  <w:shd w:val="clear" w:color="auto" w:fill="E7E6E6" w:themeFill="background2"/>
                </w:tcPr>
                <w:p w14:paraId="54B87E7F" w14:textId="6AD903D1" w:rsidR="00B212B5" w:rsidRPr="00FE6D9C" w:rsidRDefault="0006479D" w:rsidP="002E47FE">
                  <w:pPr>
                    <w:framePr w:hSpace="180" w:wrap="around" w:vAnchor="text" w:hAnchor="text" w:x="-380" w:y="1"/>
                    <w:spacing w:after="0"/>
                    <w:ind w:left="-319" w:right="571" w:firstLine="319"/>
                    <w:suppressOverlap/>
                    <w:rPr>
                      <w:b/>
                      <w:bCs/>
                      <w:color w:val="171717" w:themeColor="background2" w:themeShade="1A"/>
                    </w:rPr>
                  </w:pPr>
                  <w:r w:rsidRPr="0006479D"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  <w:t>[Time]</w:t>
                  </w:r>
                </w:p>
              </w:tc>
              <w:tc>
                <w:tcPr>
                  <w:tcW w:w="3208" w:type="dxa"/>
                  <w:shd w:val="clear" w:color="auto" w:fill="E7E6E6" w:themeFill="background2"/>
                </w:tcPr>
                <w:p w14:paraId="44D99F5C" w14:textId="68593043" w:rsidR="00B212B5" w:rsidRPr="0006479D" w:rsidRDefault="00B212B5" w:rsidP="002E47FE">
                  <w:pPr>
                    <w:framePr w:hSpace="180" w:wrap="around" w:vAnchor="text" w:hAnchor="text" w:x="-380" w:y="1"/>
                    <w:spacing w:after="0"/>
                    <w:ind w:left="-198" w:firstLine="198"/>
                    <w:suppressOverlap/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</w:pP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sz w:val="20"/>
                      <w:szCs w:val="20"/>
                      <w:highlight w:val="yellow"/>
                    </w:rPr>
                    <w:t>[</w:t>
                  </w: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highlight w:val="yellow"/>
                    </w:rPr>
                    <w:t>Activity]</w:t>
                  </w:r>
                </w:p>
              </w:tc>
            </w:tr>
            <w:tr w:rsidR="00FE6D9C" w:rsidRPr="00FE6D9C" w14:paraId="578A4AB0" w14:textId="77777777" w:rsidTr="0006479D">
              <w:trPr>
                <w:trHeight w:val="357"/>
              </w:trPr>
              <w:tc>
                <w:tcPr>
                  <w:tcW w:w="1466" w:type="dxa"/>
                  <w:shd w:val="clear" w:color="auto" w:fill="E7E6E6" w:themeFill="background2"/>
                </w:tcPr>
                <w:p w14:paraId="62B723FC" w14:textId="65E974A2" w:rsidR="00B212B5" w:rsidRPr="00FE6D9C" w:rsidRDefault="0006479D" w:rsidP="002E47FE">
                  <w:pPr>
                    <w:framePr w:hSpace="180" w:wrap="around" w:vAnchor="text" w:hAnchor="text" w:x="-380" w:y="1"/>
                    <w:spacing w:after="0"/>
                    <w:ind w:left="-319" w:right="571" w:firstLine="319"/>
                    <w:suppressOverlap/>
                    <w:rPr>
                      <w:b/>
                      <w:bCs/>
                      <w:color w:val="171717" w:themeColor="background2" w:themeShade="1A"/>
                    </w:rPr>
                  </w:pPr>
                  <w:r w:rsidRPr="0006479D"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  <w:t>[Time]</w:t>
                  </w:r>
                </w:p>
              </w:tc>
              <w:tc>
                <w:tcPr>
                  <w:tcW w:w="3208" w:type="dxa"/>
                  <w:shd w:val="clear" w:color="auto" w:fill="E7E6E6" w:themeFill="background2"/>
                </w:tcPr>
                <w:p w14:paraId="26EC6FD0" w14:textId="23AFE5C7" w:rsidR="00B212B5" w:rsidRPr="0006479D" w:rsidRDefault="00B212B5" w:rsidP="002E47FE">
                  <w:pPr>
                    <w:framePr w:hSpace="180" w:wrap="around" w:vAnchor="text" w:hAnchor="text" w:x="-380" w:y="1"/>
                    <w:spacing w:after="0"/>
                    <w:ind w:left="-198" w:firstLine="198"/>
                    <w:suppressOverlap/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</w:pP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sz w:val="20"/>
                      <w:szCs w:val="20"/>
                      <w:highlight w:val="yellow"/>
                    </w:rPr>
                    <w:t>[</w:t>
                  </w: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highlight w:val="yellow"/>
                    </w:rPr>
                    <w:t>Activity]</w:t>
                  </w:r>
                </w:p>
              </w:tc>
            </w:tr>
            <w:tr w:rsidR="00FE6D9C" w:rsidRPr="00FE6D9C" w14:paraId="59D07069" w14:textId="77777777" w:rsidTr="0006479D">
              <w:trPr>
                <w:trHeight w:val="357"/>
              </w:trPr>
              <w:tc>
                <w:tcPr>
                  <w:tcW w:w="1466" w:type="dxa"/>
                  <w:shd w:val="clear" w:color="auto" w:fill="E7E6E6" w:themeFill="background2"/>
                </w:tcPr>
                <w:p w14:paraId="764918A7" w14:textId="65A1A87B" w:rsidR="00B212B5" w:rsidRPr="00FE6D9C" w:rsidRDefault="0006479D" w:rsidP="002E47FE">
                  <w:pPr>
                    <w:framePr w:hSpace="180" w:wrap="around" w:vAnchor="text" w:hAnchor="text" w:x="-380" w:y="1"/>
                    <w:spacing w:after="0"/>
                    <w:ind w:left="-319" w:right="571" w:firstLine="319"/>
                    <w:suppressOverlap/>
                    <w:rPr>
                      <w:b/>
                      <w:bCs/>
                      <w:color w:val="171717" w:themeColor="background2" w:themeShade="1A"/>
                    </w:rPr>
                  </w:pPr>
                  <w:r w:rsidRPr="0006479D"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  <w:t>[Time]</w:t>
                  </w:r>
                </w:p>
              </w:tc>
              <w:tc>
                <w:tcPr>
                  <w:tcW w:w="3208" w:type="dxa"/>
                  <w:shd w:val="clear" w:color="auto" w:fill="E7E6E6" w:themeFill="background2"/>
                </w:tcPr>
                <w:p w14:paraId="6D43B700" w14:textId="7C35015C" w:rsidR="00B212B5" w:rsidRPr="0006479D" w:rsidRDefault="00B212B5" w:rsidP="002E47FE">
                  <w:pPr>
                    <w:framePr w:hSpace="180" w:wrap="around" w:vAnchor="text" w:hAnchor="text" w:x="-380" w:y="1"/>
                    <w:spacing w:after="0"/>
                    <w:ind w:left="-198" w:firstLine="198"/>
                    <w:suppressOverlap/>
                    <w:rPr>
                      <w:b/>
                      <w:bCs/>
                      <w:color w:val="171717" w:themeColor="background2" w:themeShade="1A"/>
                      <w:highlight w:val="yellow"/>
                    </w:rPr>
                  </w:pP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sz w:val="20"/>
                      <w:szCs w:val="20"/>
                      <w:highlight w:val="yellow"/>
                    </w:rPr>
                    <w:t>[</w:t>
                  </w:r>
                  <w:r w:rsidRPr="0006479D">
                    <w:rPr>
                      <w:rFonts w:eastAsia="+mn-ea" w:cs="Arial"/>
                      <w:b/>
                      <w:bCs/>
                      <w:color w:val="171717" w:themeColor="background2" w:themeShade="1A"/>
                      <w:kern w:val="24"/>
                      <w:highlight w:val="yellow"/>
                    </w:rPr>
                    <w:t>Activity]</w:t>
                  </w:r>
                </w:p>
              </w:tc>
            </w:tr>
          </w:tbl>
          <w:p w14:paraId="364CC6FD" w14:textId="4C90CBDC" w:rsidR="00FF1E4D" w:rsidRPr="00A32D38" w:rsidRDefault="00FF1E4D" w:rsidP="00B212B5">
            <w:pPr>
              <w:spacing w:after="0"/>
              <w:rPr>
                <w:rFonts w:asciiTheme="majorHAnsi" w:eastAsia="Times New Roman" w:hAnsiTheme="majorHAnsi" w:cs="Times New Roman"/>
                <w:sz w:val="32"/>
                <w:szCs w:val="24"/>
                <w:highlight w:val="yellow"/>
              </w:rPr>
            </w:pPr>
          </w:p>
        </w:tc>
        <w:tc>
          <w:tcPr>
            <w:tcW w:w="5831" w:type="dxa"/>
          </w:tcPr>
          <w:p w14:paraId="3A7A97C0" w14:textId="7E7F4B93" w:rsidR="00FF1E4D" w:rsidRPr="000B3328" w:rsidRDefault="00FF1E4D" w:rsidP="008B2E42">
            <w:pPr>
              <w:pStyle w:val="Heading2"/>
              <w:rPr>
                <w:color w:val="005288" w:themeColor="text1"/>
              </w:rPr>
            </w:pPr>
          </w:p>
        </w:tc>
      </w:tr>
    </w:tbl>
    <w:tbl>
      <w:tblPr>
        <w:tblW w:w="5220" w:type="pct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  <w:tblDescription w:val="Layout table"/>
      </w:tblPr>
      <w:tblGrid>
        <w:gridCol w:w="4680"/>
        <w:gridCol w:w="360"/>
        <w:gridCol w:w="9994"/>
      </w:tblGrid>
      <w:tr w:rsidR="00C16D0F" w:rsidRPr="005F0F31" w14:paraId="2DB13AE9" w14:textId="77777777" w:rsidTr="00A41A57">
        <w:trPr>
          <w:trHeight w:val="10233"/>
          <w:jc w:val="center"/>
        </w:trPr>
        <w:tc>
          <w:tcPr>
            <w:tcW w:w="4680" w:type="dxa"/>
          </w:tcPr>
          <w:p w14:paraId="15D9EE67" w14:textId="229F2D6D" w:rsidR="00C16D0F" w:rsidRPr="004F3560" w:rsidRDefault="00C16D0F" w:rsidP="004F3560">
            <w:pPr>
              <w:pStyle w:val="Heading2"/>
              <w:jc w:val="center"/>
              <w:rPr>
                <w:rFonts w:cs="Times New Roman (Body CS)"/>
                <w:caps/>
                <w:color w:val="005288" w:themeColor="text1"/>
              </w:rPr>
            </w:pPr>
            <w:r w:rsidRPr="004F3560">
              <w:rPr>
                <w:rFonts w:cs="Times New Roman (Body CS)"/>
                <w:caps/>
                <w:color w:val="005288" w:themeColor="text1"/>
              </w:rPr>
              <w:lastRenderedPageBreak/>
              <w:t>Roles and</w:t>
            </w:r>
            <w:r w:rsidR="004F3560">
              <w:rPr>
                <w:rFonts w:cs="Times New Roman (Body CS)"/>
                <w:caps/>
                <w:color w:val="005288" w:themeColor="text1"/>
              </w:rPr>
              <w:br/>
            </w:r>
            <w:r w:rsidRPr="004F3560">
              <w:rPr>
                <w:rFonts w:cs="Times New Roman (Body CS)"/>
                <w:caps/>
                <w:color w:val="005288" w:themeColor="text1"/>
              </w:rPr>
              <w:t>Responsibilities</w:t>
            </w:r>
          </w:p>
          <w:p w14:paraId="649B9DD6" w14:textId="5E95A66B" w:rsidR="00C16D0F" w:rsidRPr="004F3560" w:rsidRDefault="00C16D0F" w:rsidP="004F3560">
            <w:pPr>
              <w:spacing w:before="120" w:after="120"/>
              <w:ind w:left="63" w:right="288"/>
              <w:contextualSpacing/>
              <w:rPr>
                <w:rFonts w:asciiTheme="majorHAnsi" w:eastAsia="+mn-ea" w:hAnsiTheme="majorHAnsi" w:cs="Arial"/>
                <w:b/>
                <w:bCs/>
                <w:caps/>
                <w:color w:val="005288" w:themeColor="text1"/>
                <w:kern w:val="24"/>
                <w:szCs w:val="20"/>
              </w:rPr>
            </w:pPr>
            <w:r w:rsidRPr="004F3560">
              <w:rPr>
                <w:rFonts w:asciiTheme="majorHAnsi" w:eastAsia="+mn-ea" w:hAnsiTheme="majorHAnsi" w:cs="Arial"/>
                <w:b/>
                <w:bCs/>
                <w:caps/>
                <w:color w:val="005288" w:themeColor="text1"/>
                <w:kern w:val="24"/>
                <w:szCs w:val="20"/>
              </w:rPr>
              <w:t>Controllers</w:t>
            </w:r>
          </w:p>
          <w:p w14:paraId="41031254" w14:textId="77777777" w:rsidR="00C16D0F" w:rsidRPr="00B94A2B" w:rsidRDefault="00C16D0F" w:rsidP="007F65E3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Observe the event and collect data</w:t>
            </w:r>
          </w:p>
          <w:p w14:paraId="2DE2F676" w14:textId="77777777" w:rsidR="00C16D0F" w:rsidRPr="00B94A2B" w:rsidRDefault="00C16D0F" w:rsidP="007F65E3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Notify the Lead Controller of any information that alters the flow of the exercise</w:t>
            </w:r>
          </w:p>
          <w:p w14:paraId="7715CD74" w14:textId="77777777" w:rsidR="00C16D0F" w:rsidRPr="00B94A2B" w:rsidRDefault="00C16D0F" w:rsidP="007F65E3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Ensure that medical surveillance of the participants is carried out.</w:t>
            </w:r>
          </w:p>
          <w:p w14:paraId="1A77CB03" w14:textId="77777777" w:rsidR="00C16D0F" w:rsidRPr="00B94A2B" w:rsidRDefault="00C16D0F" w:rsidP="007F65E3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Facilitate the briefing before the beginning of the exercise and Hotwash</w:t>
            </w:r>
          </w:p>
          <w:p w14:paraId="00B3ECEA" w14:textId="77777777" w:rsidR="00C16D0F" w:rsidRPr="00B94A2B" w:rsidRDefault="00C16D0F" w:rsidP="007F65E3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Attend the C/E Debrief after the Hotwash</w:t>
            </w:r>
          </w:p>
          <w:p w14:paraId="6FF3696E" w14:textId="4156FC05" w:rsidR="00C16D0F" w:rsidRPr="00B94A2B" w:rsidRDefault="00C16D0F" w:rsidP="007F65E3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Deliver any notes taken during the exercise to the Lead Controller</w:t>
            </w:r>
          </w:p>
          <w:p w14:paraId="410F23DB" w14:textId="77777777" w:rsidR="00C16D0F" w:rsidRPr="00B94A2B" w:rsidRDefault="00C16D0F" w:rsidP="00A41A57">
            <w:pPr>
              <w:spacing w:before="120" w:after="120"/>
              <w:ind w:left="288" w:right="288"/>
              <w:contextualSpacing/>
              <w:rPr>
                <w:rFonts w:asciiTheme="majorHAnsi" w:eastAsia="Times New Roman" w:hAnsiTheme="majorHAnsi" w:cs="Times New Roman"/>
                <w:szCs w:val="24"/>
              </w:rPr>
            </w:pPr>
          </w:p>
          <w:p w14:paraId="479CD0F4" w14:textId="2257C2FD" w:rsidR="00C16D0F" w:rsidRPr="00B94A2B" w:rsidRDefault="00C16D0F" w:rsidP="007F65E3">
            <w:pPr>
              <w:spacing w:before="120" w:after="120"/>
              <w:ind w:left="63" w:right="288"/>
              <w:contextualSpacing/>
              <w:rPr>
                <w:rFonts w:asciiTheme="majorHAnsi" w:eastAsia="+mn-ea" w:hAnsiTheme="majorHAnsi" w:cs="Arial"/>
                <w:b/>
                <w:bCs/>
                <w:caps/>
                <w:color w:val="005288" w:themeColor="text1"/>
                <w:kern w:val="24"/>
                <w:szCs w:val="20"/>
              </w:rPr>
            </w:pPr>
            <w:r w:rsidRPr="00B94A2B">
              <w:rPr>
                <w:rFonts w:asciiTheme="majorHAnsi" w:eastAsia="+mn-ea" w:hAnsiTheme="majorHAnsi" w:cs="Arial"/>
                <w:b/>
                <w:bCs/>
                <w:caps/>
                <w:color w:val="005288" w:themeColor="text1"/>
                <w:kern w:val="24"/>
                <w:szCs w:val="20"/>
              </w:rPr>
              <w:t>Evaluators</w:t>
            </w:r>
          </w:p>
          <w:p w14:paraId="2AC3BECE" w14:textId="77777777" w:rsidR="00C16D0F" w:rsidRPr="00B94A2B" w:rsidRDefault="00C16D0F" w:rsidP="00B9045F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Observe the event and collect data</w:t>
            </w:r>
          </w:p>
          <w:p w14:paraId="327BBF63" w14:textId="77777777" w:rsidR="00C16D0F" w:rsidRPr="00B94A2B" w:rsidRDefault="00C16D0F" w:rsidP="00B9045F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Complete the EEG(s) and deliver them with additional notes to the lead evaluator after the exercise</w:t>
            </w:r>
          </w:p>
          <w:p w14:paraId="506A134A" w14:textId="77777777" w:rsidR="00C16D0F" w:rsidRPr="00B94A2B" w:rsidRDefault="00C16D0F" w:rsidP="00B9045F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Participate in briefings/debriefings organized by the controller</w:t>
            </w:r>
          </w:p>
          <w:p w14:paraId="1072E9AC" w14:textId="77777777" w:rsidR="00C16D0F" w:rsidRPr="00B94A2B" w:rsidRDefault="00C16D0F" w:rsidP="00B9045F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Remember that you should not intervene in the game unless:</w:t>
            </w:r>
          </w:p>
          <w:p w14:paraId="237B16F2" w14:textId="77777777" w:rsidR="00C16D0F" w:rsidRPr="00B94A2B" w:rsidRDefault="00C16D0F" w:rsidP="00B9045F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An issue occurs that threatens the safety of a participant</w:t>
            </w:r>
          </w:p>
          <w:p w14:paraId="442C02E1" w14:textId="77777777" w:rsidR="00C16D0F" w:rsidRPr="00B94A2B" w:rsidRDefault="00C16D0F" w:rsidP="00B9045F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An action occurs that you did not understand and cannot obtain data otherwise</w:t>
            </w:r>
          </w:p>
          <w:p w14:paraId="677737B8" w14:textId="77777777" w:rsidR="00C16D0F" w:rsidRPr="00B94A2B" w:rsidRDefault="00C16D0F" w:rsidP="00B9045F">
            <w:pPr>
              <w:pStyle w:val="Bullets"/>
              <w:rPr>
                <w:rFonts w:asciiTheme="majorHAnsi" w:hAnsiTheme="majorHAnsi"/>
              </w:rPr>
            </w:pPr>
            <w:r w:rsidRPr="00B94A2B">
              <w:rPr>
                <w:rFonts w:asciiTheme="majorHAnsi" w:hAnsiTheme="majorHAnsi"/>
              </w:rPr>
              <w:t>Notify the Controller of any unforeseen situation</w:t>
            </w:r>
          </w:p>
          <w:p w14:paraId="680020CE" w14:textId="295AB479" w:rsidR="00C16D0F" w:rsidRPr="00B9045F" w:rsidRDefault="00C16D0F" w:rsidP="00B9045F">
            <w:pPr>
              <w:pStyle w:val="Bullets"/>
              <w:rPr>
                <w:rFonts w:eastAsia="Times New Roman" w:cs="Times New Roman"/>
                <w:szCs w:val="24"/>
              </w:rPr>
            </w:pPr>
            <w:r w:rsidRPr="00B94A2B">
              <w:rPr>
                <w:rFonts w:asciiTheme="majorHAnsi" w:hAnsiTheme="majorHAnsi"/>
              </w:rPr>
              <w:t>Attend the C/E Debrief after the Hotwash</w:t>
            </w:r>
          </w:p>
        </w:tc>
        <w:tc>
          <w:tcPr>
            <w:tcW w:w="360" w:type="dxa"/>
          </w:tcPr>
          <w:p w14:paraId="67F7724C" w14:textId="05DBEC46" w:rsidR="00C16D0F" w:rsidRPr="005F0F31" w:rsidRDefault="00C16D0F" w:rsidP="00C16D0F">
            <w:pPr>
              <w:ind w:left="-479" w:right="-750" w:firstLine="90"/>
              <w:rPr>
                <w:noProof/>
              </w:rPr>
            </w:pPr>
          </w:p>
        </w:tc>
        <w:tc>
          <w:tcPr>
            <w:tcW w:w="9994" w:type="dxa"/>
            <w:shd w:val="clear" w:color="auto" w:fill="FFFFFF" w:themeFill="background1"/>
          </w:tcPr>
          <w:p w14:paraId="04F10749" w14:textId="40AE791D" w:rsidR="00C16D0F" w:rsidRPr="004F5962" w:rsidRDefault="00C16D0F" w:rsidP="004F5962">
            <w:pPr>
              <w:pStyle w:val="Heading2"/>
              <w:jc w:val="center"/>
              <w:rPr>
                <w:rFonts w:cs="Times New Roman (Body CS)"/>
                <w:caps/>
                <w:color w:val="005288" w:themeColor="text1"/>
              </w:rPr>
            </w:pPr>
            <w:r w:rsidRPr="004F3560">
              <w:rPr>
                <w:rFonts w:cs="Times New Roman (Body CS)"/>
                <w:caps/>
                <w:color w:val="005288" w:themeColor="text1"/>
              </w:rPr>
              <w:t xml:space="preserve">Exercise </w:t>
            </w:r>
            <w:r w:rsidRPr="004F3560">
              <w:rPr>
                <w:rFonts w:cs="Times New Roman (Body CS)"/>
                <w:caps/>
                <w:color w:val="005288" w:themeColor="text1"/>
                <w:highlight w:val="yellow"/>
              </w:rPr>
              <w:t>[Locations/Maps]</w:t>
            </w:r>
            <w:r w:rsidR="004F5962">
              <w:rPr>
                <w:noProof/>
              </w:rPr>
              <w:t xml:space="preserve"> </w:t>
            </w:r>
            <w:r w:rsidR="004F5962">
              <w:rPr>
                <w:noProof/>
              </w:rPr>
              <w:drawing>
                <wp:inline distT="0" distB="0" distL="0" distR="0" wp14:anchorId="104B88EC" wp14:editId="3CD08E91">
                  <wp:extent cx="6144260" cy="6061166"/>
                  <wp:effectExtent l="0" t="0" r="2540" b="0"/>
                  <wp:docPr id="51" name="Picture 51" descr="Placeholder map (world map focused primarily on North America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A picture containing text, map&#10;&#10;Description automatically generated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" t="-1" r="50931" b="1278"/>
                          <a:stretch/>
                        </pic:blipFill>
                        <pic:spPr bwMode="auto">
                          <a:xfrm>
                            <a:off x="0" y="0"/>
                            <a:ext cx="6144260" cy="6061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2DC9C0" w14:textId="7BE3F8CA" w:rsidR="00B67824" w:rsidRPr="00990E76" w:rsidRDefault="00B67824" w:rsidP="00C46111"/>
    <w:sectPr w:rsidR="00B67824" w:rsidRPr="00990E76" w:rsidSect="00843E89">
      <w:headerReference w:type="default" r:id="rId13"/>
      <w:headerReference w:type="first" r:id="rId14"/>
      <w:pgSz w:w="15840" w:h="12240" w:orient="landscape" w:code="1"/>
      <w:pgMar w:top="720" w:right="720" w:bottom="576" w:left="720" w:header="0" w:footer="28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3061B" w14:textId="77777777" w:rsidR="005D6E9E" w:rsidRDefault="005D6E9E" w:rsidP="00D210FA">
      <w:pPr>
        <w:spacing w:after="0"/>
      </w:pPr>
      <w:r>
        <w:separator/>
      </w:r>
    </w:p>
  </w:endnote>
  <w:endnote w:type="continuationSeparator" w:id="0">
    <w:p w14:paraId="76CF3041" w14:textId="77777777" w:rsidR="005D6E9E" w:rsidRDefault="005D6E9E" w:rsidP="00D210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FrnkGothITC Bk BT Book">
    <w:altName w:val="Calibri"/>
    <w:charset w:val="00"/>
    <w:family w:val="swiss"/>
    <w:pitch w:val="variable"/>
    <w:sig w:usb0="00000003" w:usb1="00000000" w:usb2="00000000" w:usb3="00000000" w:csb0="00000001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38B32" w14:textId="77777777" w:rsidR="005D6E9E" w:rsidRDefault="005D6E9E" w:rsidP="00D210FA">
      <w:pPr>
        <w:spacing w:after="0"/>
      </w:pPr>
      <w:r>
        <w:separator/>
      </w:r>
    </w:p>
  </w:footnote>
  <w:footnote w:type="continuationSeparator" w:id="0">
    <w:p w14:paraId="65BEE056" w14:textId="77777777" w:rsidR="005D6E9E" w:rsidRDefault="005D6E9E" w:rsidP="00D210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E96D1" w14:textId="5DB32B29" w:rsidR="00CC0A8F" w:rsidRDefault="00FE6D9C" w:rsidP="00A41A57">
    <w:pPr>
      <w:pStyle w:val="Header"/>
      <w:pBdr>
        <w:top w:val="single" w:sz="4" w:space="1" w:color="auto"/>
        <w:left w:val="single" w:sz="4" w:space="4" w:color="auto"/>
        <w:bottom w:val="single" w:sz="4" w:space="0" w:color="auto"/>
        <w:right w:val="single" w:sz="4" w:space="0" w:color="auto"/>
        <w:between w:val="single" w:sz="4" w:space="1" w:color="auto"/>
        <w:bar w:val="single" w:sz="4" w:color="auto"/>
      </w:pBdr>
      <w:ind w:right="13580"/>
    </w:pPr>
    <w:r>
      <w:rPr>
        <w:noProof/>
      </w:rPr>
      <mc:AlternateContent>
        <mc:Choice Requires="wps">
          <w:drawing>
            <wp:anchor distT="0" distB="0" distL="114300" distR="114300" simplePos="0" relativeHeight="251665406" behindDoc="1" locked="0" layoutInCell="1" allowOverlap="1" wp14:anchorId="3D8BA1C8" wp14:editId="13408954">
              <wp:simplePos x="0" y="0"/>
              <wp:positionH relativeFrom="column">
                <wp:posOffset>-466725</wp:posOffset>
              </wp:positionH>
              <wp:positionV relativeFrom="paragraph">
                <wp:posOffset>9525</wp:posOffset>
              </wp:positionV>
              <wp:extent cx="10058400" cy="228600"/>
              <wp:effectExtent l="0" t="0" r="0" b="0"/>
              <wp:wrapNone/>
              <wp:docPr id="34" name="Rectangle 3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58400" cy="2286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8DC724" id="Rectangle 34" o:spid="_x0000_s1026" style="position:absolute;margin-left:-36.75pt;margin-top:.75pt;width:11in;height:18pt;z-index:-2516510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" fillcolor="#005288 [3204]" stroked="f" strokeweight="1pt"/>
          </w:pict>
        </mc:Fallback>
      </mc:AlternateContent>
    </w:r>
    <w:r w:rsidR="00175F3C" w:rsidRPr="00042E3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052108C3" wp14:editId="33B2790D">
              <wp:simplePos x="0" y="0"/>
              <wp:positionH relativeFrom="margin">
                <wp:posOffset>3057525</wp:posOffset>
              </wp:positionH>
              <wp:positionV relativeFrom="paragraph">
                <wp:posOffset>1905</wp:posOffset>
              </wp:positionV>
              <wp:extent cx="6311900" cy="247650"/>
              <wp:effectExtent l="0" t="0" r="0" b="0"/>
              <wp:wrapNone/>
              <wp:docPr id="62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11900" cy="24765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B9E5F58" w14:textId="77777777" w:rsidR="00A32D38" w:rsidRPr="008B2E42" w:rsidRDefault="00A32D38" w:rsidP="00A32D38">
                          <w:pPr>
                            <w:spacing w:line="256" w:lineRule="auto"/>
                            <w:jc w:val="center"/>
                            <w:rPr>
                              <w:rFonts w:asciiTheme="majorHAnsi" w:hAnsiTheme="majorHAnsi"/>
                              <w:color w:val="FFFFFF" w:themeColor="background1"/>
                              <w:sz w:val="20"/>
                              <w:szCs w:val="24"/>
                            </w:rPr>
                          </w:pPr>
                          <w:r w:rsidRPr="008B2E42">
                            <w:rPr>
                              <w:rFonts w:asciiTheme="majorHAnsi" w:eastAsia="Calibri" w:hAnsiTheme="majorHAnsi" w:cs="Arial"/>
                              <w:caps/>
                              <w:color w:val="FFFFFF" w:themeColor="background1"/>
                              <w:kern w:val="24"/>
                              <w:sz w:val="18"/>
                            </w:rPr>
                            <w:t>Protective marking, as appropriate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2108C3" id="Rectangle 24" o:spid="_x0000_s1028" style="position:absolute;margin-left:240.75pt;margin-top:.15pt;width:497pt;height:19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" filled="f" stroked="f" strokeweight="1pt">
              <v:textbox>
                <w:txbxContent>
                  <w:p w14:paraId="2B9E5F58" w14:textId="77777777" w:rsidR="00A32D38" w:rsidRPr="008B2E42" w:rsidRDefault="00A32D38" w:rsidP="00A32D38">
                    <w:pPr>
                      <w:spacing w:line="256" w:lineRule="auto"/>
                      <w:jc w:val="center"/>
                      <w:rPr>
                        <w:rFonts w:asciiTheme="majorHAnsi" w:hAnsiTheme="majorHAnsi"/>
                        <w:color w:val="FFFFFF" w:themeColor="background1"/>
                        <w:sz w:val="20"/>
                        <w:szCs w:val="24"/>
                      </w:rPr>
                    </w:pPr>
                    <w:r w:rsidRPr="008B2E42">
                      <w:rPr>
                        <w:rFonts w:asciiTheme="majorHAnsi" w:eastAsia="Calibri" w:hAnsiTheme="majorHAnsi" w:cs="Arial"/>
                        <w:caps/>
                        <w:color w:val="FFFFFF" w:themeColor="background1"/>
                        <w:kern w:val="24"/>
                        <w:sz w:val="18"/>
                      </w:rPr>
                      <w:t>Protective marking, as appropriate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175F3C" w:rsidRPr="00042E3D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11F412F7" wp14:editId="6CF2682F">
              <wp:simplePos x="0" y="0"/>
              <wp:positionH relativeFrom="column">
                <wp:posOffset>-219075</wp:posOffset>
              </wp:positionH>
              <wp:positionV relativeFrom="paragraph">
                <wp:posOffset>2177</wp:posOffset>
              </wp:positionV>
              <wp:extent cx="3000375" cy="209550"/>
              <wp:effectExtent l="0" t="0" r="0" b="6350"/>
              <wp:wrapNone/>
              <wp:docPr id="13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00375" cy="209550"/>
                      </a:xfrm>
                      <a:prstGeom prst="rect">
                        <a:avLst/>
                      </a:prstGeom>
                      <a:solidFill>
                        <a:srgbClr val="005288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956A234" w14:textId="77777777" w:rsidR="00042E3D" w:rsidRPr="008B2E42" w:rsidRDefault="00042E3D" w:rsidP="00042E3D">
                          <w:pPr>
                            <w:spacing w:line="256" w:lineRule="auto"/>
                            <w:jc w:val="center"/>
                            <w:rPr>
                              <w:rFonts w:asciiTheme="majorHAnsi" w:hAnsiTheme="majorHAnsi"/>
                              <w:color w:val="FFFFFF" w:themeColor="background1"/>
                              <w:sz w:val="20"/>
                              <w:szCs w:val="24"/>
                            </w:rPr>
                          </w:pPr>
                          <w:r w:rsidRPr="008B2E42">
                            <w:rPr>
                              <w:rFonts w:asciiTheme="majorHAnsi" w:eastAsia="Calibri" w:hAnsiTheme="majorHAnsi" w:cs="Arial"/>
                              <w:caps/>
                              <w:color w:val="FFFFFF" w:themeColor="background1"/>
                              <w:kern w:val="24"/>
                              <w:sz w:val="18"/>
                            </w:rPr>
                            <w:t>Protective marking, as appropriate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F412F7" id="_x0000_s1029" style="position:absolute;margin-left:-17.25pt;margin-top:.15pt;width:236.25pt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" fillcolor="#005288" stroked="f" strokeweight="1pt">
              <v:textbox>
                <w:txbxContent>
                  <w:p w14:paraId="5956A234" w14:textId="77777777" w:rsidR="00042E3D" w:rsidRPr="008B2E42" w:rsidRDefault="00042E3D" w:rsidP="00042E3D">
                    <w:pPr>
                      <w:spacing w:line="256" w:lineRule="auto"/>
                      <w:jc w:val="center"/>
                      <w:rPr>
                        <w:rFonts w:asciiTheme="majorHAnsi" w:hAnsiTheme="majorHAnsi"/>
                        <w:color w:val="FFFFFF" w:themeColor="background1"/>
                        <w:sz w:val="20"/>
                        <w:szCs w:val="24"/>
                      </w:rPr>
                    </w:pPr>
                    <w:r w:rsidRPr="008B2E42">
                      <w:rPr>
                        <w:rFonts w:asciiTheme="majorHAnsi" w:eastAsia="Calibri" w:hAnsiTheme="majorHAnsi" w:cs="Arial"/>
                        <w:caps/>
                        <w:color w:val="FFFFFF" w:themeColor="background1"/>
                        <w:kern w:val="24"/>
                        <w:sz w:val="18"/>
                      </w:rPr>
                      <w:t>Protective marking, as appropriate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EB3E0" w14:textId="2A418244" w:rsidR="00D210FA" w:rsidRDefault="00D21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6AF7F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6714D2"/>
    <w:multiLevelType w:val="hybridMultilevel"/>
    <w:tmpl w:val="5AFC0D2A"/>
    <w:lvl w:ilvl="0" w:tplc="854C152C">
      <w:start w:val="1"/>
      <w:numFmt w:val="bullet"/>
      <w:pStyle w:val="Bullets"/>
      <w:lvlText w:val=""/>
      <w:lvlJc w:val="left"/>
      <w:pPr>
        <w:ind w:left="408" w:hanging="360"/>
      </w:pPr>
      <w:rPr>
        <w:rFonts w:ascii="Symbol" w:hAnsi="Symbol" w:hint="default"/>
        <w:color w:val="005288" w:themeColor="text1"/>
      </w:rPr>
    </w:lvl>
    <w:lvl w:ilvl="1" w:tplc="F5069B0A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84B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A03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722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B63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56C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EC2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56BC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352C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5D419E"/>
    <w:multiLevelType w:val="hybridMultilevel"/>
    <w:tmpl w:val="06589DB6"/>
    <w:lvl w:ilvl="0" w:tplc="CBFE49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CA8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6C7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F00F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BA6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E209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E219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D3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CDF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74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D4471BE"/>
    <w:multiLevelType w:val="multilevel"/>
    <w:tmpl w:val="EC18F0B6"/>
    <w:lvl w:ilvl="0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A86A4F"/>
    <w:multiLevelType w:val="hybridMultilevel"/>
    <w:tmpl w:val="5E72BCA8"/>
    <w:lvl w:ilvl="0" w:tplc="06E24D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FA4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20A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923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724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58E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6E7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70DD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4807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AE53E2F"/>
    <w:multiLevelType w:val="multilevel"/>
    <w:tmpl w:val="52A4F67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5288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E2CFD"/>
    <w:multiLevelType w:val="hybridMultilevel"/>
    <w:tmpl w:val="52A4F6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469DF"/>
    <w:multiLevelType w:val="hybridMultilevel"/>
    <w:tmpl w:val="F32C601E"/>
    <w:lvl w:ilvl="0" w:tplc="D0D05FAA">
      <w:start w:val="1"/>
      <w:numFmt w:val="bullet"/>
      <w:pStyle w:val="CoverBulletsSquare"/>
      <w:lvlText w:val=""/>
      <w:lvlJc w:val="left"/>
      <w:pPr>
        <w:ind w:left="2160" w:hanging="360"/>
      </w:pPr>
      <w:rPr>
        <w:rFonts w:ascii="Wingdings" w:hAnsi="Wingdings" w:hint="default"/>
        <w:color w:val="005288" w:themeColor="text1"/>
      </w:rPr>
    </w:lvl>
    <w:lvl w:ilvl="1" w:tplc="F5069B0A">
      <w:start w:val="238"/>
      <w:numFmt w:val="bullet"/>
      <w:lvlText w:val="•"/>
      <w:lvlJc w:val="left"/>
      <w:pPr>
        <w:tabs>
          <w:tab w:val="num" w:pos="3192"/>
        </w:tabs>
        <w:ind w:left="3192" w:hanging="360"/>
      </w:pPr>
      <w:rPr>
        <w:rFonts w:ascii="Arial" w:hAnsi="Arial" w:hint="default"/>
      </w:rPr>
    </w:lvl>
    <w:lvl w:ilvl="2" w:tplc="7884BF38" w:tentative="1">
      <w:start w:val="1"/>
      <w:numFmt w:val="bullet"/>
      <w:lvlText w:val="•"/>
      <w:lvlJc w:val="left"/>
      <w:pPr>
        <w:tabs>
          <w:tab w:val="num" w:pos="3912"/>
        </w:tabs>
        <w:ind w:left="3912" w:hanging="360"/>
      </w:pPr>
      <w:rPr>
        <w:rFonts w:ascii="Arial" w:hAnsi="Arial" w:hint="default"/>
      </w:rPr>
    </w:lvl>
    <w:lvl w:ilvl="3" w:tplc="6BA034D0" w:tentative="1">
      <w:start w:val="1"/>
      <w:numFmt w:val="bullet"/>
      <w:lvlText w:val="•"/>
      <w:lvlJc w:val="left"/>
      <w:pPr>
        <w:tabs>
          <w:tab w:val="num" w:pos="4632"/>
        </w:tabs>
        <w:ind w:left="4632" w:hanging="360"/>
      </w:pPr>
      <w:rPr>
        <w:rFonts w:ascii="Arial" w:hAnsi="Arial" w:hint="default"/>
      </w:rPr>
    </w:lvl>
    <w:lvl w:ilvl="4" w:tplc="8372228A" w:tentative="1">
      <w:start w:val="1"/>
      <w:numFmt w:val="bullet"/>
      <w:lvlText w:val="•"/>
      <w:lvlJc w:val="left"/>
      <w:pPr>
        <w:tabs>
          <w:tab w:val="num" w:pos="5352"/>
        </w:tabs>
        <w:ind w:left="5352" w:hanging="360"/>
      </w:pPr>
      <w:rPr>
        <w:rFonts w:ascii="Arial" w:hAnsi="Arial" w:hint="default"/>
      </w:rPr>
    </w:lvl>
    <w:lvl w:ilvl="5" w:tplc="64B63710" w:tentative="1">
      <w:start w:val="1"/>
      <w:numFmt w:val="bullet"/>
      <w:lvlText w:val="•"/>
      <w:lvlJc w:val="left"/>
      <w:pPr>
        <w:tabs>
          <w:tab w:val="num" w:pos="6072"/>
        </w:tabs>
        <w:ind w:left="6072" w:hanging="360"/>
      </w:pPr>
      <w:rPr>
        <w:rFonts w:ascii="Arial" w:hAnsi="Arial" w:hint="default"/>
      </w:rPr>
    </w:lvl>
    <w:lvl w:ilvl="6" w:tplc="E556CE64" w:tentative="1">
      <w:start w:val="1"/>
      <w:numFmt w:val="bullet"/>
      <w:lvlText w:val="•"/>
      <w:lvlJc w:val="left"/>
      <w:pPr>
        <w:tabs>
          <w:tab w:val="num" w:pos="6792"/>
        </w:tabs>
        <w:ind w:left="6792" w:hanging="360"/>
      </w:pPr>
      <w:rPr>
        <w:rFonts w:ascii="Arial" w:hAnsi="Arial" w:hint="default"/>
      </w:rPr>
    </w:lvl>
    <w:lvl w:ilvl="7" w:tplc="5CEC2B2C" w:tentative="1">
      <w:start w:val="1"/>
      <w:numFmt w:val="bullet"/>
      <w:lvlText w:val="•"/>
      <w:lvlJc w:val="left"/>
      <w:pPr>
        <w:tabs>
          <w:tab w:val="num" w:pos="7512"/>
        </w:tabs>
        <w:ind w:left="7512" w:hanging="360"/>
      </w:pPr>
      <w:rPr>
        <w:rFonts w:ascii="Arial" w:hAnsi="Arial" w:hint="default"/>
      </w:rPr>
    </w:lvl>
    <w:lvl w:ilvl="8" w:tplc="9356BC48" w:tentative="1">
      <w:start w:val="1"/>
      <w:numFmt w:val="bullet"/>
      <w:lvlText w:val="•"/>
      <w:lvlJc w:val="left"/>
      <w:pPr>
        <w:tabs>
          <w:tab w:val="num" w:pos="8232"/>
        </w:tabs>
        <w:ind w:left="8232" w:hanging="360"/>
      </w:pPr>
      <w:rPr>
        <w:rFonts w:ascii="Arial" w:hAnsi="Arial" w:hint="default"/>
      </w:rPr>
    </w:lvl>
  </w:abstractNum>
  <w:abstractNum w:abstractNumId="10" w15:restartNumberingAfterBreak="0">
    <w:nsid w:val="36CB3D0D"/>
    <w:multiLevelType w:val="hybridMultilevel"/>
    <w:tmpl w:val="B464FB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069B0A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84B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A03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722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B63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56C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EC2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56BC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0A3EA9"/>
    <w:multiLevelType w:val="hybridMultilevel"/>
    <w:tmpl w:val="3476F84E"/>
    <w:lvl w:ilvl="0" w:tplc="8DEAA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7EE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EA8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7E3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EE2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0B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2EB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E8B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EFB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F007AE"/>
    <w:multiLevelType w:val="hybridMultilevel"/>
    <w:tmpl w:val="68029DDA"/>
    <w:lvl w:ilvl="0" w:tplc="6338B71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5288" w:themeColor="text1"/>
      </w:rPr>
    </w:lvl>
    <w:lvl w:ilvl="1" w:tplc="F5069B0A">
      <w:start w:val="238"/>
      <w:numFmt w:val="bullet"/>
      <w:lvlText w:val="•"/>
      <w:lvlJc w:val="left"/>
      <w:pPr>
        <w:tabs>
          <w:tab w:val="num" w:pos="2472"/>
        </w:tabs>
        <w:ind w:left="2472" w:hanging="360"/>
      </w:pPr>
      <w:rPr>
        <w:rFonts w:ascii="Arial" w:hAnsi="Arial" w:hint="default"/>
      </w:rPr>
    </w:lvl>
    <w:lvl w:ilvl="2" w:tplc="7884BF38" w:tentative="1">
      <w:start w:val="1"/>
      <w:numFmt w:val="bullet"/>
      <w:lvlText w:val="•"/>
      <w:lvlJc w:val="left"/>
      <w:pPr>
        <w:tabs>
          <w:tab w:val="num" w:pos="3192"/>
        </w:tabs>
        <w:ind w:left="3192" w:hanging="360"/>
      </w:pPr>
      <w:rPr>
        <w:rFonts w:ascii="Arial" w:hAnsi="Arial" w:hint="default"/>
      </w:rPr>
    </w:lvl>
    <w:lvl w:ilvl="3" w:tplc="6BA034D0" w:tentative="1">
      <w:start w:val="1"/>
      <w:numFmt w:val="bullet"/>
      <w:lvlText w:val="•"/>
      <w:lvlJc w:val="left"/>
      <w:pPr>
        <w:tabs>
          <w:tab w:val="num" w:pos="3912"/>
        </w:tabs>
        <w:ind w:left="3912" w:hanging="360"/>
      </w:pPr>
      <w:rPr>
        <w:rFonts w:ascii="Arial" w:hAnsi="Arial" w:hint="default"/>
      </w:rPr>
    </w:lvl>
    <w:lvl w:ilvl="4" w:tplc="8372228A" w:tentative="1">
      <w:start w:val="1"/>
      <w:numFmt w:val="bullet"/>
      <w:lvlText w:val="•"/>
      <w:lvlJc w:val="left"/>
      <w:pPr>
        <w:tabs>
          <w:tab w:val="num" w:pos="4632"/>
        </w:tabs>
        <w:ind w:left="4632" w:hanging="360"/>
      </w:pPr>
      <w:rPr>
        <w:rFonts w:ascii="Arial" w:hAnsi="Arial" w:hint="default"/>
      </w:rPr>
    </w:lvl>
    <w:lvl w:ilvl="5" w:tplc="64B63710" w:tentative="1">
      <w:start w:val="1"/>
      <w:numFmt w:val="bullet"/>
      <w:lvlText w:val="•"/>
      <w:lvlJc w:val="left"/>
      <w:pPr>
        <w:tabs>
          <w:tab w:val="num" w:pos="5352"/>
        </w:tabs>
        <w:ind w:left="5352" w:hanging="360"/>
      </w:pPr>
      <w:rPr>
        <w:rFonts w:ascii="Arial" w:hAnsi="Arial" w:hint="default"/>
      </w:rPr>
    </w:lvl>
    <w:lvl w:ilvl="6" w:tplc="E556CE64" w:tentative="1">
      <w:start w:val="1"/>
      <w:numFmt w:val="bullet"/>
      <w:lvlText w:val="•"/>
      <w:lvlJc w:val="left"/>
      <w:pPr>
        <w:tabs>
          <w:tab w:val="num" w:pos="6072"/>
        </w:tabs>
        <w:ind w:left="6072" w:hanging="360"/>
      </w:pPr>
      <w:rPr>
        <w:rFonts w:ascii="Arial" w:hAnsi="Arial" w:hint="default"/>
      </w:rPr>
    </w:lvl>
    <w:lvl w:ilvl="7" w:tplc="5CEC2B2C" w:tentative="1">
      <w:start w:val="1"/>
      <w:numFmt w:val="bullet"/>
      <w:lvlText w:val="•"/>
      <w:lvlJc w:val="left"/>
      <w:pPr>
        <w:tabs>
          <w:tab w:val="num" w:pos="6792"/>
        </w:tabs>
        <w:ind w:left="6792" w:hanging="360"/>
      </w:pPr>
      <w:rPr>
        <w:rFonts w:ascii="Arial" w:hAnsi="Arial" w:hint="default"/>
      </w:rPr>
    </w:lvl>
    <w:lvl w:ilvl="8" w:tplc="9356BC48" w:tentative="1">
      <w:start w:val="1"/>
      <w:numFmt w:val="bullet"/>
      <w:lvlText w:val="•"/>
      <w:lvlJc w:val="left"/>
      <w:pPr>
        <w:tabs>
          <w:tab w:val="num" w:pos="7512"/>
        </w:tabs>
        <w:ind w:left="7512" w:hanging="360"/>
      </w:pPr>
      <w:rPr>
        <w:rFonts w:ascii="Arial" w:hAnsi="Arial" w:hint="default"/>
      </w:rPr>
    </w:lvl>
  </w:abstractNum>
  <w:abstractNum w:abstractNumId="13" w15:restartNumberingAfterBreak="0">
    <w:nsid w:val="53077054"/>
    <w:multiLevelType w:val="hybridMultilevel"/>
    <w:tmpl w:val="2CD087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069B0A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84B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A03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722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B63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56C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EC2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56BC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11B1704"/>
    <w:multiLevelType w:val="multilevel"/>
    <w:tmpl w:val="52A4F67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5288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55C0F"/>
    <w:multiLevelType w:val="multilevel"/>
    <w:tmpl w:val="5C04868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E1D6E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FDE3617"/>
    <w:multiLevelType w:val="hybridMultilevel"/>
    <w:tmpl w:val="BC3AB0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6"/>
  </w:num>
  <w:num w:numId="4">
    <w:abstractNumId w:val="17"/>
  </w:num>
  <w:num w:numId="5">
    <w:abstractNumId w:val="8"/>
  </w:num>
  <w:num w:numId="6">
    <w:abstractNumId w:val="7"/>
  </w:num>
  <w:num w:numId="7">
    <w:abstractNumId w:val="14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13"/>
  </w:num>
  <w:num w:numId="14">
    <w:abstractNumId w:val="15"/>
  </w:num>
  <w:num w:numId="15">
    <w:abstractNumId w:val="5"/>
  </w:num>
  <w:num w:numId="16">
    <w:abstractNumId w:val="0"/>
    <w:lvlOverride w:ilvl="0">
      <w:lvl w:ilvl="0">
        <w:numFmt w:val="decimal"/>
        <w:lvlText w:val=""/>
        <w:legacy w:legacy="1" w:legacySpace="0" w:legacyIndent="0"/>
        <w:lvlJc w:val="left"/>
        <w:pPr>
          <w:ind w:left="0" w:firstLine="0"/>
        </w:pPr>
        <w:rPr>
          <w:rFonts w:ascii="Wingdings" w:hAnsi="Wingdings" w:hint="default"/>
          <w:sz w:val="38"/>
        </w:rPr>
      </w:lvl>
    </w:lvlOverride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0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4"/>
    <w:rsid w:val="00002366"/>
    <w:rsid w:val="0002206F"/>
    <w:rsid w:val="00023293"/>
    <w:rsid w:val="0002588D"/>
    <w:rsid w:val="00042E3D"/>
    <w:rsid w:val="00061977"/>
    <w:rsid w:val="0006479D"/>
    <w:rsid w:val="000700C6"/>
    <w:rsid w:val="0008782A"/>
    <w:rsid w:val="000A065A"/>
    <w:rsid w:val="000A3498"/>
    <w:rsid w:val="000B3328"/>
    <w:rsid w:val="000C110B"/>
    <w:rsid w:val="001004E5"/>
    <w:rsid w:val="00102B67"/>
    <w:rsid w:val="00103509"/>
    <w:rsid w:val="00106FC5"/>
    <w:rsid w:val="00113EA3"/>
    <w:rsid w:val="00120DEC"/>
    <w:rsid w:val="00121B75"/>
    <w:rsid w:val="00175F3C"/>
    <w:rsid w:val="001C3C74"/>
    <w:rsid w:val="001C55B6"/>
    <w:rsid w:val="001D6CC4"/>
    <w:rsid w:val="00206405"/>
    <w:rsid w:val="00245EC9"/>
    <w:rsid w:val="002472BA"/>
    <w:rsid w:val="00251318"/>
    <w:rsid w:val="00253267"/>
    <w:rsid w:val="002823CD"/>
    <w:rsid w:val="00287787"/>
    <w:rsid w:val="00291685"/>
    <w:rsid w:val="002B0A3D"/>
    <w:rsid w:val="002E47FE"/>
    <w:rsid w:val="003007A7"/>
    <w:rsid w:val="00317AB5"/>
    <w:rsid w:val="003257E1"/>
    <w:rsid w:val="00325DEC"/>
    <w:rsid w:val="00346FFA"/>
    <w:rsid w:val="003A3069"/>
    <w:rsid w:val="003C20B5"/>
    <w:rsid w:val="003D618D"/>
    <w:rsid w:val="003E545F"/>
    <w:rsid w:val="003F03D2"/>
    <w:rsid w:val="003F1E1A"/>
    <w:rsid w:val="004045E5"/>
    <w:rsid w:val="00421496"/>
    <w:rsid w:val="00422C27"/>
    <w:rsid w:val="0044367C"/>
    <w:rsid w:val="004642F0"/>
    <w:rsid w:val="004815CB"/>
    <w:rsid w:val="004B052E"/>
    <w:rsid w:val="004F3560"/>
    <w:rsid w:val="004F5962"/>
    <w:rsid w:val="00500564"/>
    <w:rsid w:val="0051102B"/>
    <w:rsid w:val="00554A90"/>
    <w:rsid w:val="005552D2"/>
    <w:rsid w:val="0056634D"/>
    <w:rsid w:val="005838BC"/>
    <w:rsid w:val="005A1E3A"/>
    <w:rsid w:val="005B3FA1"/>
    <w:rsid w:val="005B57E1"/>
    <w:rsid w:val="005D6E9E"/>
    <w:rsid w:val="005E61E0"/>
    <w:rsid w:val="005F0F31"/>
    <w:rsid w:val="006024ED"/>
    <w:rsid w:val="0061793F"/>
    <w:rsid w:val="0062123A"/>
    <w:rsid w:val="006605F8"/>
    <w:rsid w:val="006619B1"/>
    <w:rsid w:val="00662170"/>
    <w:rsid w:val="006676A1"/>
    <w:rsid w:val="006833BD"/>
    <w:rsid w:val="006D7CDA"/>
    <w:rsid w:val="006E2D42"/>
    <w:rsid w:val="007204AA"/>
    <w:rsid w:val="00720FEE"/>
    <w:rsid w:val="00722DFC"/>
    <w:rsid w:val="00764B6F"/>
    <w:rsid w:val="007C7319"/>
    <w:rsid w:val="007D2F40"/>
    <w:rsid w:val="007D43B3"/>
    <w:rsid w:val="007F20B4"/>
    <w:rsid w:val="007F525E"/>
    <w:rsid w:val="007F65E3"/>
    <w:rsid w:val="008240CE"/>
    <w:rsid w:val="0082695D"/>
    <w:rsid w:val="0083044C"/>
    <w:rsid w:val="00843E89"/>
    <w:rsid w:val="0085182D"/>
    <w:rsid w:val="008709F5"/>
    <w:rsid w:val="00875936"/>
    <w:rsid w:val="00877A91"/>
    <w:rsid w:val="00884E86"/>
    <w:rsid w:val="008927FF"/>
    <w:rsid w:val="008B2E42"/>
    <w:rsid w:val="008B3387"/>
    <w:rsid w:val="008C47A7"/>
    <w:rsid w:val="008E3921"/>
    <w:rsid w:val="008F2EE1"/>
    <w:rsid w:val="0090027B"/>
    <w:rsid w:val="00905238"/>
    <w:rsid w:val="00907122"/>
    <w:rsid w:val="00910DA9"/>
    <w:rsid w:val="0094702A"/>
    <w:rsid w:val="00967DAB"/>
    <w:rsid w:val="009825A6"/>
    <w:rsid w:val="00990E76"/>
    <w:rsid w:val="00991A53"/>
    <w:rsid w:val="00996F4E"/>
    <w:rsid w:val="009C4428"/>
    <w:rsid w:val="009C6F50"/>
    <w:rsid w:val="009D3E63"/>
    <w:rsid w:val="009F71FE"/>
    <w:rsid w:val="00A04392"/>
    <w:rsid w:val="00A13E4F"/>
    <w:rsid w:val="00A31F33"/>
    <w:rsid w:val="00A32D38"/>
    <w:rsid w:val="00A41A57"/>
    <w:rsid w:val="00A5184A"/>
    <w:rsid w:val="00A55690"/>
    <w:rsid w:val="00A67015"/>
    <w:rsid w:val="00A70A62"/>
    <w:rsid w:val="00A71DA8"/>
    <w:rsid w:val="00AA0354"/>
    <w:rsid w:val="00AB1210"/>
    <w:rsid w:val="00AB770D"/>
    <w:rsid w:val="00AF2088"/>
    <w:rsid w:val="00AF5FB0"/>
    <w:rsid w:val="00B0080A"/>
    <w:rsid w:val="00B01E15"/>
    <w:rsid w:val="00B0538C"/>
    <w:rsid w:val="00B212B5"/>
    <w:rsid w:val="00B37AB8"/>
    <w:rsid w:val="00B418DE"/>
    <w:rsid w:val="00B47FE7"/>
    <w:rsid w:val="00B645E6"/>
    <w:rsid w:val="00B67824"/>
    <w:rsid w:val="00B9045F"/>
    <w:rsid w:val="00B911E3"/>
    <w:rsid w:val="00B94A2B"/>
    <w:rsid w:val="00BE15BA"/>
    <w:rsid w:val="00BE1BCB"/>
    <w:rsid w:val="00C16D0F"/>
    <w:rsid w:val="00C200FB"/>
    <w:rsid w:val="00C20ED0"/>
    <w:rsid w:val="00C27D91"/>
    <w:rsid w:val="00C44939"/>
    <w:rsid w:val="00C46111"/>
    <w:rsid w:val="00C614D3"/>
    <w:rsid w:val="00C83332"/>
    <w:rsid w:val="00C95E04"/>
    <w:rsid w:val="00CC0A8F"/>
    <w:rsid w:val="00CC24B6"/>
    <w:rsid w:val="00CD228B"/>
    <w:rsid w:val="00CD3A64"/>
    <w:rsid w:val="00CE08CD"/>
    <w:rsid w:val="00D0664A"/>
    <w:rsid w:val="00D210FA"/>
    <w:rsid w:val="00D30F1D"/>
    <w:rsid w:val="00D41BBB"/>
    <w:rsid w:val="00D57231"/>
    <w:rsid w:val="00D64832"/>
    <w:rsid w:val="00D87B48"/>
    <w:rsid w:val="00D91203"/>
    <w:rsid w:val="00D94FD1"/>
    <w:rsid w:val="00DA57C8"/>
    <w:rsid w:val="00DC2336"/>
    <w:rsid w:val="00DE1C69"/>
    <w:rsid w:val="00E1301A"/>
    <w:rsid w:val="00E41692"/>
    <w:rsid w:val="00E55D74"/>
    <w:rsid w:val="00E600CD"/>
    <w:rsid w:val="00E81234"/>
    <w:rsid w:val="00E9037E"/>
    <w:rsid w:val="00EA120D"/>
    <w:rsid w:val="00EA49C3"/>
    <w:rsid w:val="00EB5E14"/>
    <w:rsid w:val="00EC3799"/>
    <w:rsid w:val="00EE0E35"/>
    <w:rsid w:val="00EE19D9"/>
    <w:rsid w:val="00EF26FC"/>
    <w:rsid w:val="00F3332A"/>
    <w:rsid w:val="00F37523"/>
    <w:rsid w:val="00F50168"/>
    <w:rsid w:val="00F50D34"/>
    <w:rsid w:val="00F61360"/>
    <w:rsid w:val="00FC538A"/>
    <w:rsid w:val="00FE2B9F"/>
    <w:rsid w:val="00FE6D9C"/>
    <w:rsid w:val="00FF1E4D"/>
    <w:rsid w:val="00FF3CF0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5619E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0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/>
    <w:lsdException w:name="Subtle Reference" w:uiPriority="3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46111"/>
  </w:style>
  <w:style w:type="paragraph" w:styleId="Heading1">
    <w:name w:val="heading 1"/>
    <w:basedOn w:val="CoverBulletsSquare"/>
    <w:next w:val="Normal"/>
    <w:link w:val="Heading1Char"/>
    <w:uiPriority w:val="9"/>
    <w:qFormat/>
    <w:rsid w:val="004F5962"/>
    <w:pPr>
      <w:framePr w:hSpace="0" w:wrap="auto" w:vAnchor="margin" w:xAlign="left" w:yAlign="inline"/>
      <w:numPr>
        <w:numId w:val="0"/>
      </w:numPr>
      <w:spacing w:before="3500"/>
      <w:suppressOverlap w:val="0"/>
      <w:jc w:val="center"/>
      <w:outlineLvl w:val="0"/>
    </w:pPr>
    <w:rPr>
      <w:rFonts w:eastAsiaTheme="minorHAnsi" w:cstheme="minorBidi"/>
      <w:b/>
      <w:kern w:val="0"/>
      <w:sz w:val="52"/>
      <w:szCs w:val="6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90E76"/>
    <w:pPr>
      <w:spacing w:after="240"/>
      <w:outlineLvl w:val="1"/>
    </w:pPr>
    <w:rPr>
      <w:rFonts w:asciiTheme="majorHAnsi" w:hAnsiTheme="majorHAnsi"/>
      <w:b/>
      <w:color w:val="FFFFFF" w:themeColor="background1"/>
      <w:spacing w:val="10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4F35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5288"/>
      <w:szCs w:val="24"/>
    </w:rPr>
  </w:style>
  <w:style w:type="paragraph" w:styleId="Heading4">
    <w:name w:val="heading 4"/>
    <w:next w:val="Normal"/>
    <w:link w:val="Heading4Char"/>
    <w:semiHidden/>
    <w:qFormat/>
    <w:rsid w:val="0085182D"/>
    <w:pPr>
      <w:spacing w:after="240"/>
      <w:outlineLvl w:val="3"/>
    </w:pPr>
    <w:rPr>
      <w:rFonts w:eastAsia="Times New Roman" w:cs="Arial"/>
      <w:b/>
      <w:noProof/>
      <w:color w:val="005288" w:themeColor="accent2"/>
      <w:spacing w:val="1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6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A70A62"/>
    <w:rPr>
      <w:rFonts w:eastAsia="Times New Roman" w:cs="Arial"/>
      <w:b/>
      <w:noProof/>
      <w:color w:val="005288" w:themeColor="accent2"/>
      <w:spacing w:val="10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90E76"/>
    <w:pPr>
      <w:spacing w:after="200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0E76"/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48"/>
      <w:szCs w:val="56"/>
    </w:rPr>
  </w:style>
  <w:style w:type="paragraph" w:styleId="ListParagraph">
    <w:name w:val="List Paragraph"/>
    <w:aliases w:val="Number Bullet,List bullet,3,POCG Table Text,Bullet List,FooterText,List Paragraph1,Issue Action POC,Dot pt,F5 List Paragraph,List Paragraph Char Char Char,Indicator Text,Numbered Para 1,Bullet 1,Bullet Points,List Paragraph2,MAIN CONTENT"/>
    <w:basedOn w:val="Normal"/>
    <w:link w:val="ListParagraphChar"/>
    <w:uiPriority w:val="34"/>
    <w:qFormat/>
    <w:rsid w:val="00877A91"/>
    <w:pPr>
      <w:ind w:left="720"/>
      <w:contextualSpacing/>
    </w:pPr>
  </w:style>
  <w:style w:type="character" w:styleId="Strong">
    <w:name w:val="Strong"/>
    <w:basedOn w:val="DefaultParagraphFont"/>
    <w:uiPriority w:val="22"/>
    <w:semiHidden/>
    <w:rsid w:val="00967DA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4F5962"/>
    <w:rPr>
      <w:rFonts w:ascii="Franklin Gothic Book" w:hAnsi="Franklin Gothic Book"/>
      <w:b/>
      <w:color w:val="005288"/>
      <w:sz w:val="52"/>
      <w:szCs w:val="64"/>
    </w:rPr>
  </w:style>
  <w:style w:type="character" w:styleId="Hashtag">
    <w:name w:val="Hashtag"/>
    <w:basedOn w:val="DefaultParagraphFont"/>
    <w:uiPriority w:val="99"/>
    <w:semiHidden/>
    <w:rsid w:val="00967DAB"/>
    <w:rPr>
      <w:color w:val="2B579A"/>
      <w:shd w:val="clear" w:color="auto" w:fill="E6E6E6"/>
    </w:rPr>
  </w:style>
  <w:style w:type="character" w:styleId="IntenseEmphasis">
    <w:name w:val="Intense Emphasis"/>
    <w:basedOn w:val="DefaultParagraphFont"/>
    <w:uiPriority w:val="21"/>
    <w:semiHidden/>
    <w:rsid w:val="00967DAB"/>
    <w:rPr>
      <w:i/>
      <w:iCs/>
      <w:color w:val="005288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967DAB"/>
    <w:pPr>
      <w:pBdr>
        <w:top w:val="single" w:sz="4" w:space="10" w:color="005288" w:themeColor="accent1"/>
        <w:bottom w:val="single" w:sz="4" w:space="10" w:color="005288" w:themeColor="accent1"/>
      </w:pBdr>
      <w:spacing w:before="360" w:after="360"/>
      <w:ind w:left="864" w:right="864"/>
      <w:jc w:val="center"/>
    </w:pPr>
    <w:rPr>
      <w:i/>
      <w:iCs/>
      <w:color w:val="00528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67DAB"/>
    <w:rPr>
      <w:rFonts w:eastAsia="Times New Roman" w:cs="Times New Roman"/>
      <w:i/>
      <w:iCs/>
      <w:color w:val="005288" w:themeColor="accent1"/>
      <w:sz w:val="21"/>
    </w:rPr>
  </w:style>
  <w:style w:type="character" w:styleId="IntenseReference">
    <w:name w:val="Intense Reference"/>
    <w:basedOn w:val="DefaultParagraphFont"/>
    <w:uiPriority w:val="32"/>
    <w:semiHidden/>
    <w:rsid w:val="00967DAB"/>
    <w:rPr>
      <w:b/>
      <w:bCs/>
      <w:smallCaps/>
      <w:color w:val="005288" w:themeColor="accent1"/>
      <w:spacing w:val="5"/>
    </w:rPr>
  </w:style>
  <w:style w:type="character" w:styleId="SubtleReference">
    <w:name w:val="Subtle Reference"/>
    <w:basedOn w:val="DefaultParagraphFont"/>
    <w:uiPriority w:val="31"/>
    <w:semiHidden/>
    <w:rsid w:val="00967DAB"/>
    <w:rPr>
      <w:smallCaps/>
      <w:color w:val="0D9EFF" w:themeColor="text1" w:themeTint="A5"/>
    </w:rPr>
  </w:style>
  <w:style w:type="character" w:styleId="UnresolvedMention">
    <w:name w:val="Unresolved Mention"/>
    <w:basedOn w:val="DefaultParagraphFont"/>
    <w:uiPriority w:val="99"/>
    <w:semiHidden/>
    <w:rsid w:val="00967DAB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990E76"/>
    <w:rPr>
      <w:rFonts w:asciiTheme="majorHAnsi" w:hAnsiTheme="majorHAnsi"/>
      <w:b/>
      <w:color w:val="FFFFFF" w:themeColor="background1"/>
      <w:spacing w:val="10"/>
      <w:sz w:val="28"/>
    </w:rPr>
  </w:style>
  <w:style w:type="paragraph" w:customStyle="1" w:styleId="NormalTextDarkBackground">
    <w:name w:val="Normal Text Dark Background"/>
    <w:basedOn w:val="Normal"/>
    <w:qFormat/>
    <w:rsid w:val="00990E76"/>
    <w:rPr>
      <w:color w:val="FFFFFF" w:themeColor="background1"/>
    </w:rPr>
  </w:style>
  <w:style w:type="paragraph" w:styleId="Header">
    <w:name w:val="header"/>
    <w:basedOn w:val="Normal"/>
    <w:link w:val="HeaderChar"/>
    <w:uiPriority w:val="99"/>
    <w:semiHidden/>
    <w:rsid w:val="00C46111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6111"/>
  </w:style>
  <w:style w:type="paragraph" w:styleId="Footer">
    <w:name w:val="footer"/>
    <w:basedOn w:val="Normal"/>
    <w:link w:val="FooterChar"/>
    <w:uiPriority w:val="99"/>
    <w:semiHidden/>
    <w:rsid w:val="00C46111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6111"/>
  </w:style>
  <w:style w:type="paragraph" w:styleId="NoSpacing">
    <w:name w:val="No Spacing"/>
    <w:link w:val="NoSpacingChar"/>
    <w:uiPriority w:val="1"/>
    <w:qFormat/>
    <w:rsid w:val="00CC0A8F"/>
    <w:rPr>
      <w:rFonts w:eastAsia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206405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C46111"/>
    <w:pPr>
      <w:spacing w:after="200"/>
      <w:jc w:val="center"/>
    </w:pPr>
    <w:rPr>
      <w:rFonts w:asciiTheme="majorHAnsi" w:hAnsiTheme="majorHAnsi"/>
      <w:b/>
      <w:noProof/>
      <w:color w:val="005288" w:themeColor="text2"/>
      <w:spacing w:val="-10"/>
      <w:sz w:val="48"/>
      <w:szCs w:val="100"/>
    </w:rPr>
  </w:style>
  <w:style w:type="character" w:customStyle="1" w:styleId="QuoteChar">
    <w:name w:val="Quote Char"/>
    <w:basedOn w:val="DefaultParagraphFont"/>
    <w:link w:val="Quote"/>
    <w:uiPriority w:val="29"/>
    <w:rsid w:val="00C46111"/>
    <w:rPr>
      <w:rFonts w:asciiTheme="majorHAnsi" w:hAnsiTheme="majorHAnsi"/>
      <w:b/>
      <w:noProof/>
      <w:color w:val="005288" w:themeColor="text2"/>
      <w:spacing w:val="-10"/>
      <w:sz w:val="48"/>
      <w:szCs w:val="1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C7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C7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2588D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F2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E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EE1"/>
    <w:rPr>
      <w:b/>
      <w:bCs/>
      <w:sz w:val="20"/>
      <w:szCs w:val="20"/>
    </w:rPr>
  </w:style>
  <w:style w:type="paragraph" w:customStyle="1" w:styleId="Bullets">
    <w:name w:val="Bullets"/>
    <w:basedOn w:val="Normal"/>
    <w:qFormat/>
    <w:rsid w:val="00B9045F"/>
    <w:pPr>
      <w:numPr>
        <w:numId w:val="11"/>
      </w:numPr>
      <w:spacing w:before="60" w:after="120"/>
      <w:ind w:left="243" w:right="288" w:hanging="200"/>
    </w:pPr>
    <w:rPr>
      <w:rFonts w:ascii="Franklin Gothic Book" w:eastAsia="+mn-ea" w:hAnsi="Franklin Gothic Book" w:cs="Arial"/>
      <w:color w:val="000000"/>
      <w:kern w:val="24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843E89"/>
    <w:rPr>
      <w:rFonts w:eastAsia="Times New Roman" w:cs="Times New Roman"/>
    </w:rPr>
  </w:style>
  <w:style w:type="character" w:customStyle="1" w:styleId="ListParagraphChar">
    <w:name w:val="List Paragraph Char"/>
    <w:aliases w:val="Number Bullet Char,List bullet Char,3 Char,POCG Table Text Char,Bullet List Char,FooterText Char,List Paragraph1 Char,Issue Action POC Char,Dot pt Char,F5 List Paragraph Char,List Paragraph Char Char Char Char,Indicator Text Char"/>
    <w:basedOn w:val="DefaultParagraphFont"/>
    <w:link w:val="ListParagraph"/>
    <w:uiPriority w:val="34"/>
    <w:locked/>
    <w:rsid w:val="00843E89"/>
  </w:style>
  <w:style w:type="paragraph" w:customStyle="1" w:styleId="table">
    <w:name w:val="table"/>
    <w:basedOn w:val="Heading1"/>
    <w:qFormat/>
    <w:rsid w:val="00FE6D9C"/>
    <w:pPr>
      <w:widowControl w:val="0"/>
      <w:autoSpaceDE w:val="0"/>
      <w:autoSpaceDN w:val="0"/>
      <w:adjustRightInd w:val="0"/>
      <w:spacing w:after="0"/>
      <w:ind w:left="370" w:hanging="370"/>
    </w:pPr>
    <w:rPr>
      <w:rFonts w:ascii="FrnkGothITC Bk BT Book" w:eastAsiaTheme="minorEastAsia" w:hAnsi="FrnkGothITC Bk BT Book" w:cs="Times New Roman (Body CS)"/>
      <w:b w:val="0"/>
      <w:noProof/>
      <w:color w:val="005288" w:themeColor="text1"/>
      <w:kern w:val="24"/>
      <w:sz w:val="22"/>
    </w:rPr>
  </w:style>
  <w:style w:type="paragraph" w:customStyle="1" w:styleId="CoverBulletsSquare">
    <w:name w:val="Cover Bullets (Square)"/>
    <w:basedOn w:val="Bullets"/>
    <w:next w:val="Normal"/>
    <w:qFormat/>
    <w:rsid w:val="00B645E6"/>
    <w:pPr>
      <w:framePr w:hSpace="180" w:wrap="around" w:vAnchor="text" w:hAnchor="text" w:x="-380" w:y="1"/>
      <w:numPr>
        <w:numId w:val="18"/>
      </w:numPr>
      <w:spacing w:before="0"/>
      <w:suppressOverlap/>
    </w:pPr>
    <w:rPr>
      <w:color w:val="005288"/>
      <w:sz w:val="38"/>
      <w:szCs w:val="38"/>
    </w:rPr>
  </w:style>
  <w:style w:type="table" w:customStyle="1" w:styleId="TableGrid1">
    <w:name w:val="Table Grid1"/>
    <w:basedOn w:val="TableNormal"/>
    <w:next w:val="TableGrid"/>
    <w:uiPriority w:val="39"/>
    <w:rsid w:val="004B05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4F3560"/>
    <w:rPr>
      <w:rFonts w:asciiTheme="majorHAnsi" w:eastAsiaTheme="majorEastAsia" w:hAnsiTheme="majorHAnsi" w:cstheme="majorBidi"/>
      <w:color w:val="0052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84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23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0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444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304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57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85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208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081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830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80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376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121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87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355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37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88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245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397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300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96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137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36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411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904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42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229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1932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807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989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61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3503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018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44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1483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46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996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202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091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695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218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031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168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582461\AppData\Roaming\Microsoft\Templates\Education%20brochure.dotx" TargetMode="External"/></Relationships>
</file>

<file path=word/theme/theme1.xml><?xml version="1.0" encoding="utf-8"?>
<a:theme xmlns:a="http://schemas.openxmlformats.org/drawingml/2006/main" name="Office Theme">
  <a:themeElements>
    <a:clrScheme name="FEMA">
      <a:dk1>
        <a:srgbClr val="005288"/>
      </a:dk1>
      <a:lt1>
        <a:srgbClr val="FFFFFF"/>
      </a:lt1>
      <a:dk2>
        <a:srgbClr val="005288"/>
      </a:dk2>
      <a:lt2>
        <a:srgbClr val="E7E6E6"/>
      </a:lt2>
      <a:accent1>
        <a:srgbClr val="005288"/>
      </a:accent1>
      <a:accent2>
        <a:srgbClr val="005288"/>
      </a:accent2>
      <a:accent3>
        <a:srgbClr val="005288"/>
      </a:accent3>
      <a:accent4>
        <a:srgbClr val="005288"/>
      </a:accent4>
      <a:accent5>
        <a:srgbClr val="005288"/>
      </a:accent5>
      <a:accent6>
        <a:srgbClr val="005288"/>
      </a:accent6>
      <a:hlink>
        <a:srgbClr val="005288"/>
      </a:hlink>
      <a:folHlink>
        <a:srgbClr val="005288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FA9BDFA-A1B5-4F38-8B5A-3C85B1433F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6C48E-4C0F-468C-B5F5-074B2EE9B9E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9D9B858D-C272-42FB-BFB4-3B09EE2E6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BA15A5-849E-4215-A95F-77955A2F0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Education brochure.dotx</Template>
  <TotalTime>0</TotalTime>
  <Pages>3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Operations-Based Trifold Template</vt:lpstr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Operations-Based Trifold Template</dc:title>
  <dc:subject>Operations-Based Trifold Template</dc:subject>
  <dc:creator/>
  <cp:keywords>FEMA; Exercise, Trifold; Communications; Safety; Rules; Group; Schedule</cp:keywords>
  <dc:description/>
  <cp:lastModifiedBy/>
  <cp:revision>1</cp:revision>
  <dcterms:created xsi:type="dcterms:W3CDTF">2020-10-30T14:38:00Z</dcterms:created>
  <dcterms:modified xsi:type="dcterms:W3CDTF">2020-10-30T14:38:00Z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Language">
    <vt:lpwstr>English</vt:lpwstr>
  </property>
</Properties>
</file>